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EAAE9" w14:textId="77777777" w:rsidR="005D7075" w:rsidRDefault="00EA3FBB" w:rsidP="00EA3FBB">
      <w:pPr>
        <w:autoSpaceDE w:val="0"/>
        <w:autoSpaceDN w:val="0"/>
        <w:adjustRightInd w:val="0"/>
        <w:rPr>
          <w:rFonts w:ascii="Arial,Bold" w:hAnsi="Arial,Bold" w:cs="Arial,Bold"/>
          <w:b/>
          <w:bCs/>
          <w:lang w:val="en-US"/>
        </w:rPr>
      </w:pPr>
      <w:r w:rsidRPr="005D7075">
        <w:rPr>
          <w:rFonts w:ascii="Arial,Bold" w:hAnsi="Arial,Bold" w:cs="Arial,Bold"/>
          <w:b/>
          <w:bCs/>
          <w:lang w:val="en-US"/>
        </w:rPr>
        <w:t xml:space="preserve"> </w:t>
      </w:r>
    </w:p>
    <w:tbl>
      <w:tblPr>
        <w:tblW w:w="10239" w:type="dxa"/>
        <w:tblInd w:w="-6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2"/>
        <w:gridCol w:w="577"/>
        <w:gridCol w:w="23"/>
        <w:gridCol w:w="277"/>
        <w:gridCol w:w="269"/>
        <w:gridCol w:w="570"/>
        <w:gridCol w:w="347"/>
        <w:gridCol w:w="223"/>
        <w:gridCol w:w="330"/>
        <w:gridCol w:w="297"/>
        <w:gridCol w:w="291"/>
        <w:gridCol w:w="322"/>
        <w:gridCol w:w="499"/>
        <w:gridCol w:w="795"/>
        <w:gridCol w:w="1275"/>
        <w:gridCol w:w="356"/>
        <w:gridCol w:w="408"/>
        <w:gridCol w:w="310"/>
        <w:gridCol w:w="60"/>
        <w:gridCol w:w="645"/>
        <w:gridCol w:w="40"/>
        <w:gridCol w:w="1463"/>
      </w:tblGrid>
      <w:tr w:rsidR="00053988" w:rsidRPr="007D71BD" w14:paraId="54D4281E" w14:textId="77777777" w:rsidTr="008C5B3D">
        <w:trPr>
          <w:trHeight w:val="450"/>
        </w:trPr>
        <w:tc>
          <w:tcPr>
            <w:tcW w:w="4066" w:type="dxa"/>
            <w:gridSpan w:val="11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2F7F7CF8" w14:textId="3F699933" w:rsidR="00053988" w:rsidRPr="00DF5DEF" w:rsidRDefault="00000000" w:rsidP="00C24A32">
            <w:pPr>
              <w:rPr>
                <w:lang w:val="en-GB"/>
              </w:rPr>
            </w:pPr>
            <w:r>
              <w:rPr>
                <w:noProof/>
              </w:rPr>
              <w:object w:dxaOrig="1440" w:dyaOrig="1440" w14:anchorId="0C2848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margin-left:26.4pt;margin-top:.25pt;width:144.7pt;height:147pt;z-index:251659264;mso-position-horizontal-relative:text;mso-position-vertical-relative:text;mso-width-relative:page;mso-height-relative:page">
                  <v:imagedata r:id="rId6" o:title="" cropbottom="1947f" cropleft="1350f" cropright="12788f"/>
                  <w10:wrap type="topAndBottom"/>
                </v:shape>
                <o:OLEObject Type="Embed" ProgID="PBrush" ShapeID="_x0000_s1029" DrawAspect="Content" ObjectID="_1780420961" r:id="rId7"/>
              </w:object>
            </w:r>
          </w:p>
        </w:tc>
        <w:tc>
          <w:tcPr>
            <w:tcW w:w="6173" w:type="dxa"/>
            <w:gridSpan w:val="11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EA0525" w14:textId="77777777" w:rsidR="00053988" w:rsidRPr="009D2C37" w:rsidRDefault="000330C0" w:rsidP="000330C0">
            <w:pPr>
              <w:jc w:val="center"/>
              <w:rPr>
                <w:b/>
                <w:bCs/>
                <w:lang w:val="en-US"/>
              </w:rPr>
            </w:pPr>
            <w:r w:rsidRPr="009D2C37">
              <w:rPr>
                <w:b/>
                <w:bCs/>
                <w:lang w:val="en-US"/>
              </w:rPr>
              <w:t>Service Report</w:t>
            </w:r>
          </w:p>
        </w:tc>
      </w:tr>
      <w:tr w:rsidR="00053988" w:rsidRPr="00E70B40" w14:paraId="0BAC96BE" w14:textId="77777777" w:rsidTr="008C5B3D">
        <w:trPr>
          <w:trHeight w:val="755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A13F245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422613" w14:textId="77777777" w:rsidR="00053988" w:rsidRPr="009D2C37" w:rsidRDefault="003E73BB" w:rsidP="00053988">
            <w:pPr>
              <w:rPr>
                <w:lang w:val="en-GB"/>
              </w:rPr>
            </w:pPr>
            <w:r w:rsidRPr="009D2C37">
              <w:rPr>
                <w:lang w:val="en-GB"/>
              </w:rPr>
              <w:t>Repair Order (RO) Nr.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BB54AE" w14:textId="3507634A" w:rsidR="00053988" w:rsidRPr="009D2C37" w:rsidRDefault="000833AB" w:rsidP="001B14F0">
            <w:pPr>
              <w:rPr>
                <w:b/>
                <w:bCs/>
                <w:lang w:val="ru-RU"/>
              </w:rPr>
            </w:pPr>
            <w:r w:rsidRPr="009D2C37">
              <w:rPr>
                <w:b/>
                <w:bCs/>
                <w:lang w:val="en-US"/>
              </w:rPr>
              <w:t>GIS-</w:t>
            </w:r>
            <w:r w:rsidR="001B14F0">
              <w:rPr>
                <w:b/>
                <w:bCs/>
                <w:lang w:val="en-US"/>
              </w:rPr>
              <w:t>6</w:t>
            </w:r>
          </w:p>
        </w:tc>
      </w:tr>
      <w:tr w:rsidR="00053988" w:rsidRPr="00E70B40" w14:paraId="765E600F" w14:textId="77777777" w:rsidTr="008C5B3D">
        <w:trPr>
          <w:trHeight w:val="875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71FB07E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C2B7D4" w14:textId="77777777" w:rsidR="00053988" w:rsidRPr="009D2C37" w:rsidRDefault="003E73BB" w:rsidP="00053988">
            <w:pPr>
              <w:rPr>
                <w:lang w:val="en-GB"/>
              </w:rPr>
            </w:pPr>
            <w:r w:rsidRPr="009D2C37">
              <w:rPr>
                <w:lang w:val="en-GB"/>
              </w:rPr>
              <w:t>Date of failure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1302C6" w14:textId="4D271657" w:rsidR="00053988" w:rsidRPr="009D2C37" w:rsidRDefault="00BB153E" w:rsidP="00515D95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  <w:r>
              <w:rPr>
                <w:lang w:val="ru-RU"/>
              </w:rPr>
              <w:t>6.07</w:t>
            </w:r>
            <w:r w:rsidR="00CF0C2E" w:rsidRPr="009D2C37">
              <w:rPr>
                <w:lang w:val="en-GB"/>
              </w:rPr>
              <w:t>.2023</w:t>
            </w:r>
          </w:p>
        </w:tc>
      </w:tr>
      <w:tr w:rsidR="00053988" w:rsidRPr="00E70B40" w14:paraId="191FA376" w14:textId="77777777" w:rsidTr="009D2C37">
        <w:trPr>
          <w:trHeight w:val="653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982280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70567F" w14:textId="77777777" w:rsidR="00053988" w:rsidRPr="009D2C37" w:rsidRDefault="001B1621" w:rsidP="003E73BB">
            <w:pPr>
              <w:rPr>
                <w:lang w:val="en-GB"/>
              </w:rPr>
            </w:pPr>
            <w:r w:rsidRPr="009D2C37">
              <w:rPr>
                <w:lang w:val="en-GB"/>
              </w:rPr>
              <w:t>R</w:t>
            </w:r>
            <w:r w:rsidR="003E73BB" w:rsidRPr="009D2C37">
              <w:rPr>
                <w:lang w:val="en-GB"/>
              </w:rPr>
              <w:t xml:space="preserve">epair Order </w:t>
            </w:r>
            <w:r w:rsidRPr="009D2C37">
              <w:rPr>
                <w:lang w:val="en-GB"/>
              </w:rPr>
              <w:t>Open Date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B349B7" w14:textId="22F7D1AB" w:rsidR="00053988" w:rsidRPr="009D2C37" w:rsidRDefault="00E954EA" w:rsidP="00417466">
            <w:pPr>
              <w:rPr>
                <w:lang w:val="en-GB"/>
              </w:rPr>
            </w:pPr>
            <w:r w:rsidRPr="009D2C37">
              <w:rPr>
                <w:lang w:val="en-GB"/>
              </w:rPr>
              <w:t>28.</w:t>
            </w:r>
            <w:r w:rsidRPr="009D2C37">
              <w:rPr>
                <w:lang w:val="uz-Cyrl-UZ"/>
              </w:rPr>
              <w:t>0</w:t>
            </w:r>
            <w:r w:rsidR="00BB153E">
              <w:rPr>
                <w:lang w:val="uz-Cyrl-UZ"/>
              </w:rPr>
              <w:t>7</w:t>
            </w:r>
            <w:r w:rsidR="00CF0C2E" w:rsidRPr="009D2C37">
              <w:rPr>
                <w:lang w:val="en-GB"/>
              </w:rPr>
              <w:t>.2023</w:t>
            </w:r>
          </w:p>
        </w:tc>
      </w:tr>
      <w:tr w:rsidR="005D7075" w:rsidRPr="00E70B40" w14:paraId="2AC0AC6D" w14:textId="77777777" w:rsidTr="008C5B3D">
        <w:tc>
          <w:tcPr>
            <w:tcW w:w="10239" w:type="dxa"/>
            <w:gridSpan w:val="2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CE9F43" w14:textId="77565DFE" w:rsidR="005D7075" w:rsidRPr="00E70B40" w:rsidRDefault="003B2495" w:rsidP="007969C8">
            <w:pPr>
              <w:spacing w:before="100" w:beforeAutospacing="1" w:after="119"/>
              <w:rPr>
                <w:b/>
                <w:bCs/>
                <w:sz w:val="22"/>
                <w:szCs w:val="22"/>
              </w:rPr>
            </w:pPr>
            <w:r w:rsidRPr="00E70B40">
              <w:rPr>
                <w:b/>
                <w:bCs/>
                <w:sz w:val="22"/>
                <w:szCs w:val="22"/>
              </w:rPr>
              <w:t xml:space="preserve">&lt;&lt;Global Industrial Solutions&gt;&gt; LLC, 100097 Tashkent, </w:t>
            </w:r>
            <w:proofErr w:type="spellStart"/>
            <w:r w:rsidRPr="00E70B40">
              <w:rPr>
                <w:b/>
                <w:bCs/>
                <w:sz w:val="22"/>
                <w:szCs w:val="22"/>
              </w:rPr>
              <w:t>Uzbekistan</w:t>
            </w:r>
            <w:proofErr w:type="spellEnd"/>
            <w:r w:rsidRPr="00E70B40">
              <w:rPr>
                <w:b/>
                <w:bCs/>
                <w:sz w:val="22"/>
                <w:szCs w:val="22"/>
              </w:rPr>
              <w:t>, Tel: +998712319238</w:t>
            </w:r>
          </w:p>
        </w:tc>
      </w:tr>
      <w:tr w:rsidR="005D7075" w:rsidRPr="00BC7920" w14:paraId="6B1A9A35" w14:textId="77777777" w:rsidTr="008C5B3D">
        <w:tc>
          <w:tcPr>
            <w:tcW w:w="10239" w:type="dxa"/>
            <w:gridSpan w:val="2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A39868" w14:textId="17C05DE4" w:rsidR="005D7075" w:rsidRPr="009D2C37" w:rsidRDefault="003B2495" w:rsidP="005967E0">
            <w:pPr>
              <w:pStyle w:val="TabellenInhalt"/>
              <w:snapToGrid w:val="0"/>
              <w:spacing w:after="0"/>
              <w:rPr>
                <w:sz w:val="20"/>
                <w:szCs w:val="20"/>
                <w:lang w:val="it-IT"/>
              </w:rPr>
            </w:pPr>
            <w:r w:rsidRPr="009D2C37">
              <w:rPr>
                <w:b/>
                <w:bCs/>
                <w:sz w:val="20"/>
                <w:szCs w:val="20"/>
                <w:lang w:val="en-US"/>
              </w:rPr>
              <w:t xml:space="preserve">Report to: </w:t>
            </w:r>
            <w:r w:rsidR="005967E0" w:rsidRPr="009D2C37">
              <w:rPr>
                <w:b/>
                <w:bCs/>
                <w:sz w:val="20"/>
                <w:szCs w:val="20"/>
                <w:lang w:val="en-US"/>
              </w:rPr>
              <w:t xml:space="preserve">Rolf Oerter, Customer Support, </w:t>
            </w:r>
            <w:proofErr w:type="gramStart"/>
            <w:r w:rsidR="005967E0" w:rsidRPr="009D2C37">
              <w:rPr>
                <w:b/>
                <w:bCs/>
                <w:sz w:val="20"/>
                <w:szCs w:val="20"/>
                <w:lang w:val="en-US"/>
              </w:rPr>
              <w:t xml:space="preserve">Training </w:t>
            </w:r>
            <w:r w:rsidR="00E026CB" w:rsidRPr="009D2C37">
              <w:rPr>
                <w:sz w:val="20"/>
                <w:szCs w:val="20"/>
                <w:lang w:val="en-US"/>
              </w:rPr>
              <w:t xml:space="preserve"> Tel</w:t>
            </w:r>
            <w:proofErr w:type="gramEnd"/>
            <w:r w:rsidR="00E026CB" w:rsidRPr="009D2C37">
              <w:rPr>
                <w:sz w:val="20"/>
                <w:szCs w:val="20"/>
                <w:lang w:val="en-US"/>
              </w:rPr>
              <w:t xml:space="preserve">: </w:t>
            </w:r>
            <w:r w:rsidR="005967E0" w:rsidRPr="009D2C37">
              <w:rPr>
                <w:sz w:val="20"/>
                <w:szCs w:val="20"/>
                <w:lang w:val="en-US"/>
              </w:rPr>
              <w:t xml:space="preserve">+49 6131-5807-737, cell: +49 1761-5807-737  email: </w:t>
            </w:r>
            <w:hyperlink r:id="rId8" w:history="1">
              <w:r w:rsidR="005967E0" w:rsidRPr="009D2C37">
                <w:rPr>
                  <w:rStyle w:val="Hyperlink"/>
                  <w:sz w:val="20"/>
                  <w:szCs w:val="20"/>
                  <w:lang w:val="en-US"/>
                </w:rPr>
                <w:t>roerter@dgs-mainz.com</w:t>
              </w:r>
            </w:hyperlink>
            <w:r w:rsidR="005967E0" w:rsidRPr="009D2C37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5D7075" w:rsidRPr="009D2C37" w14:paraId="3745D90C" w14:textId="77777777" w:rsidTr="009D2C37">
        <w:trPr>
          <w:trHeight w:val="2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769AC794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AE7815D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 xml:space="preserve">Customer, </w:t>
            </w: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t>Orderer</w:t>
            </w:r>
            <w:proofErr w:type="spellEnd"/>
            <w:r w:rsidRPr="009D2C37">
              <w:rPr>
                <w:b/>
                <w:bCs/>
                <w:sz w:val="20"/>
                <w:szCs w:val="20"/>
                <w:lang w:val="en-GB"/>
              </w:rPr>
              <w:t>: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E5A855C" w14:textId="77777777" w:rsidR="005D7075" w:rsidRPr="009D2C37" w:rsidRDefault="00E2222D" w:rsidP="00E2222D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t>Enduser</w:t>
            </w:r>
            <w:proofErr w:type="spellEnd"/>
            <w:r w:rsidR="005D7075" w:rsidRPr="009D2C37">
              <w:rPr>
                <w:b/>
                <w:bCs/>
                <w:sz w:val="20"/>
                <w:szCs w:val="20"/>
                <w:lang w:val="en-GB"/>
              </w:rPr>
              <w:t xml:space="preserve">, </w:t>
            </w:r>
            <w:r w:rsidRPr="009D2C37">
              <w:rPr>
                <w:b/>
                <w:bCs/>
                <w:sz w:val="20"/>
                <w:szCs w:val="20"/>
                <w:lang w:val="en-GB"/>
              </w:rPr>
              <w:t>Owner</w:t>
            </w:r>
            <w:r w:rsidR="005D7075" w:rsidRPr="009D2C37">
              <w:rPr>
                <w:b/>
                <w:bCs/>
                <w:sz w:val="20"/>
                <w:szCs w:val="20"/>
                <w:lang w:val="en-GB"/>
              </w:rPr>
              <w:t xml:space="preserve"> of vehicle: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BAD338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Location of repair:</w:t>
            </w:r>
          </w:p>
        </w:tc>
      </w:tr>
      <w:tr w:rsidR="00CF0C2E" w:rsidRPr="009D2C37" w14:paraId="41A10E6A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DA462B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Name: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766B2F7C" w14:textId="71D8820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Yutong, Allison Transmission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909ACAC" w14:textId="3D67FAD2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TOSHSHAHARTRANSXIZMAT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320971" w14:textId="065E4531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GB"/>
              </w:rPr>
              <w:t>Global Industrial Solutions LLC</w:t>
            </w:r>
          </w:p>
        </w:tc>
      </w:tr>
      <w:tr w:rsidR="00CF0C2E" w:rsidRPr="00BC7920" w14:paraId="356D156E" w14:textId="77777777" w:rsidTr="009D2C37">
        <w:trPr>
          <w:trHeight w:val="24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AB2D49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Street: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</w:tcBorders>
          </w:tcPr>
          <w:p w14:paraId="1992AE20" w14:textId="4DA82C19" w:rsidR="00CF0C2E" w:rsidRPr="009D2C37" w:rsidRDefault="00CD2989" w:rsidP="009D2C37">
            <w:pPr>
              <w:pStyle w:val="KeinLeerraum"/>
              <w:rPr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 xml:space="preserve">1320,Marketing Center, No.66 </w:t>
            </w:r>
            <w:proofErr w:type="spellStart"/>
            <w:r w:rsidRPr="009D2C37">
              <w:rPr>
                <w:rFonts w:eastAsia="Lucida Sans Unicode"/>
                <w:sz w:val="20"/>
                <w:szCs w:val="20"/>
                <w:lang w:val="en-US"/>
              </w:rPr>
              <w:t>Yuxing</w:t>
            </w:r>
            <w:proofErr w:type="spellEnd"/>
            <w:r w:rsidRPr="009D2C37">
              <w:rPr>
                <w:rFonts w:eastAsia="Lucida Sans Unicode"/>
                <w:sz w:val="20"/>
                <w:szCs w:val="20"/>
                <w:lang w:val="en-US"/>
              </w:rPr>
              <w:t xml:space="preserve"> Road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</w:tcBorders>
          </w:tcPr>
          <w:p w14:paraId="2B2ED279" w14:textId="590E233A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Amir Temur Street, 6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right w:val="single" w:sz="1" w:space="0" w:color="000000"/>
            </w:tcBorders>
          </w:tcPr>
          <w:p w14:paraId="3E4D456C" w14:textId="06C2B23B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BC7920">
              <w:rPr>
                <w:bCs/>
                <w:sz w:val="20"/>
                <w:szCs w:val="20"/>
                <w:lang w:val="en-US"/>
              </w:rPr>
              <w:t xml:space="preserve">Yangi </w:t>
            </w:r>
            <w:proofErr w:type="spellStart"/>
            <w:r w:rsidRPr="00BC7920">
              <w:rPr>
                <w:bCs/>
                <w:sz w:val="20"/>
                <w:szCs w:val="20"/>
                <w:lang w:val="en-US"/>
              </w:rPr>
              <w:t>Hayot</w:t>
            </w:r>
            <w:proofErr w:type="spellEnd"/>
            <w:r w:rsidRPr="00BC7920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BC7920">
              <w:rPr>
                <w:bCs/>
                <w:sz w:val="20"/>
                <w:szCs w:val="20"/>
                <w:lang w:val="en-US"/>
              </w:rPr>
              <w:t>district,  Novaya</w:t>
            </w:r>
            <w:proofErr w:type="gramEnd"/>
            <w:r w:rsidRPr="00BC7920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C7920">
              <w:rPr>
                <w:bCs/>
                <w:sz w:val="20"/>
                <w:szCs w:val="20"/>
                <w:lang w:val="en-US"/>
              </w:rPr>
              <w:t>Tashkentskaya</w:t>
            </w:r>
            <w:proofErr w:type="spellEnd"/>
            <w:r w:rsidRPr="00BC7920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C7920">
              <w:rPr>
                <w:bCs/>
                <w:sz w:val="20"/>
                <w:szCs w:val="20"/>
                <w:lang w:val="en-US"/>
              </w:rPr>
              <w:t>Koltsevaya</w:t>
            </w:r>
            <w:proofErr w:type="spellEnd"/>
            <w:r w:rsidRPr="00BC7920">
              <w:rPr>
                <w:bCs/>
                <w:sz w:val="20"/>
                <w:szCs w:val="20"/>
                <w:lang w:val="en-US"/>
              </w:rPr>
              <w:t>, 120</w:t>
            </w:r>
          </w:p>
        </w:tc>
      </w:tr>
      <w:tr w:rsidR="00CF0C2E" w:rsidRPr="009D2C37" w14:paraId="75AE9822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34DBE49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Town:</w:t>
            </w:r>
          </w:p>
        </w:tc>
        <w:tc>
          <w:tcPr>
            <w:tcW w:w="29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D6791" w14:textId="786F506B" w:rsidR="00CF0C2E" w:rsidRPr="009D2C37" w:rsidRDefault="00CD2989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Economic Development Zone Zhengzhou, China</w:t>
            </w:r>
          </w:p>
        </w:tc>
        <w:tc>
          <w:tcPr>
            <w:tcW w:w="3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B2967" w14:textId="0E6A593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Tashkent, Uzbekistan</w:t>
            </w:r>
          </w:p>
        </w:tc>
        <w:tc>
          <w:tcPr>
            <w:tcW w:w="32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147C" w14:textId="707D5EF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Tashkent, Uzbekistan</w:t>
            </w:r>
          </w:p>
        </w:tc>
      </w:tr>
      <w:tr w:rsidR="00CF0C2E" w:rsidRPr="009D2C37" w14:paraId="617147C2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460F4E4E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ZIP Code</w:t>
            </w:r>
          </w:p>
        </w:tc>
        <w:tc>
          <w:tcPr>
            <w:tcW w:w="2913" w:type="dxa"/>
            <w:gridSpan w:val="9"/>
            <w:tcBorders>
              <w:left w:val="single" w:sz="4" w:space="0" w:color="000000"/>
              <w:bottom w:val="single" w:sz="4" w:space="0" w:color="000000"/>
            </w:tcBorders>
          </w:tcPr>
          <w:p w14:paraId="543BED36" w14:textId="77777777" w:rsidR="00CF0C2E" w:rsidRPr="009D2C37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1A081985" w14:textId="20ED5119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7C22E" w14:textId="14B03525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5EA1E98C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1DAD0A4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color w:val="FF0000"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color w:val="FF0000"/>
                <w:sz w:val="18"/>
                <w:szCs w:val="18"/>
                <w:lang w:val="en-GB"/>
              </w:rPr>
              <w:t>Province:</w:t>
            </w:r>
          </w:p>
        </w:tc>
        <w:tc>
          <w:tcPr>
            <w:tcW w:w="2913" w:type="dxa"/>
            <w:gridSpan w:val="9"/>
            <w:tcBorders>
              <w:left w:val="single" w:sz="4" w:space="0" w:color="000000"/>
              <w:bottom w:val="single" w:sz="4" w:space="0" w:color="000000"/>
            </w:tcBorders>
          </w:tcPr>
          <w:p w14:paraId="52830462" w14:textId="77777777" w:rsidR="00CF0C2E" w:rsidRPr="009D2C37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074C1785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FCB8" w14:textId="46F38E0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4130E7EA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4897D6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Contact: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99B735D" w14:textId="4C910DBC" w:rsidR="00CF0C2E" w:rsidRPr="009D2C37" w:rsidRDefault="00CD2989" w:rsidP="006A12D3">
            <w:pPr>
              <w:spacing w:before="100" w:beforeAutospacing="1" w:after="100" w:afterAutospacing="1"/>
              <w:rPr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>Yang Wei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4BA5860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14CE09" w14:textId="089B93B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3E842C60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C3DE22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Tel.: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3D19224C" w14:textId="44176AF2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8457F53" w14:textId="4B4CF5D0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+998981772552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325217" w14:textId="5B1AB924" w:rsidR="00CF0C2E" w:rsidRPr="009D2C37" w:rsidRDefault="00417466" w:rsidP="00417466">
            <w:pPr>
              <w:jc w:val="both"/>
              <w:rPr>
                <w:sz w:val="20"/>
                <w:szCs w:val="20"/>
                <w:lang w:val="en-US"/>
              </w:rPr>
            </w:pPr>
            <w:r w:rsidRPr="009D2C37">
              <w:rPr>
                <w:bCs/>
                <w:sz w:val="20"/>
                <w:szCs w:val="20"/>
              </w:rPr>
              <w:t xml:space="preserve">+998 71 231 92 38 </w:t>
            </w:r>
          </w:p>
        </w:tc>
      </w:tr>
      <w:tr w:rsidR="00CF0C2E" w:rsidRPr="009D2C37" w14:paraId="1F5B20A0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6FA727A1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Fax: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7AA833A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21D1E0A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A3A0C3" w14:textId="5E9573E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5600ABA3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5FF4E0E" w14:textId="77777777" w:rsidR="00CF0C2E" w:rsidRPr="009D2C37" w:rsidRDefault="00CF0C2E" w:rsidP="00CD2989">
            <w:pPr>
              <w:spacing w:before="100" w:beforeAutospacing="1" w:after="100" w:afterAutospacing="1"/>
              <w:rPr>
                <w:rFonts w:eastAsia="Lucida Sans Unicode"/>
                <w:color w:val="FF0000"/>
                <w:sz w:val="18"/>
                <w:szCs w:val="18"/>
                <w:lang w:val="en-US"/>
              </w:rPr>
            </w:pPr>
            <w:r w:rsidRPr="009D2C37">
              <w:rPr>
                <w:rFonts w:eastAsia="Lucida Sans Unicode"/>
                <w:color w:val="FF0000"/>
                <w:sz w:val="18"/>
                <w:szCs w:val="18"/>
                <w:lang w:val="en-US"/>
              </w:rPr>
              <w:t>email: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E621DD8" w14:textId="731BA182" w:rsidR="00CF0C2E" w:rsidRPr="009D2C37" w:rsidRDefault="00CD2989" w:rsidP="00CD2989">
            <w:pPr>
              <w:spacing w:before="100" w:beforeAutospacing="1" w:after="100" w:afterAutospacing="1"/>
              <w:rPr>
                <w:rFonts w:eastAsia="Lucida Sans Unicode"/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>yangweih</w:t>
            </w:r>
            <w:hyperlink r:id="rId9" w:tgtFrame="_blank" w:history="1">
              <w:r w:rsidRPr="009D2C37">
                <w:rPr>
                  <w:rFonts w:eastAsia="Lucida Sans Unicode"/>
                  <w:sz w:val="20"/>
                  <w:szCs w:val="20"/>
                  <w:lang w:val="en-US"/>
                </w:rPr>
                <w:t>@yutong.com</w:t>
              </w:r>
            </w:hyperlink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51FA823" w14:textId="627EFC36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info@tashbus.uz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81F0D4" w14:textId="1171F256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takhir@global-industrial.uz</w:t>
            </w:r>
          </w:p>
        </w:tc>
      </w:tr>
      <w:tr w:rsidR="00CF0C2E" w:rsidRPr="009D2C37" w14:paraId="40F3B33E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C57603" w14:textId="091A1B4B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 xml:space="preserve">Customer Purchase order 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C4D3D37" w14:textId="7BE89A34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 xml:space="preserve"> </w:t>
            </w:r>
            <w:r w:rsidR="00CA08F7" w:rsidRPr="009D2C37">
              <w:rPr>
                <w:sz w:val="20"/>
                <w:szCs w:val="20"/>
                <w:lang w:val="en-GB"/>
              </w:rPr>
              <w:t xml:space="preserve">Per </w:t>
            </w:r>
            <w:r w:rsidR="00383227" w:rsidRPr="009D2C37">
              <w:rPr>
                <w:sz w:val="20"/>
                <w:szCs w:val="20"/>
                <w:lang w:val="en-GB"/>
              </w:rPr>
              <w:t xml:space="preserve">email of </w:t>
            </w:r>
            <w:r w:rsidR="00E34B7D">
              <w:rPr>
                <w:sz w:val="20"/>
                <w:szCs w:val="20"/>
                <w:lang w:val="en-GB"/>
              </w:rPr>
              <w:t>28</w:t>
            </w:r>
            <w:r w:rsidR="00CA08F7" w:rsidRPr="009D2C37">
              <w:rPr>
                <w:sz w:val="20"/>
                <w:szCs w:val="20"/>
                <w:lang w:val="en-GB"/>
              </w:rPr>
              <w:t>.</w:t>
            </w:r>
            <w:r w:rsidR="00E34B7D">
              <w:rPr>
                <w:sz w:val="20"/>
                <w:szCs w:val="20"/>
                <w:lang w:val="ru-RU"/>
              </w:rPr>
              <w:t>07.</w:t>
            </w:r>
            <w:r w:rsidR="00CA08F7" w:rsidRPr="009D2C37">
              <w:rPr>
                <w:sz w:val="20"/>
                <w:szCs w:val="20"/>
                <w:lang w:val="en-GB"/>
              </w:rPr>
              <w:t>2023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5A321EA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FCEC4E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Customer PO Date: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65DD9D" w14:textId="7315B351" w:rsidR="00CF0C2E" w:rsidRPr="009D2C37" w:rsidRDefault="00E954EA" w:rsidP="00C95FA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28</w:t>
            </w:r>
            <w:r w:rsidR="00C95FAD" w:rsidRPr="009D2C37">
              <w:rPr>
                <w:sz w:val="20"/>
                <w:szCs w:val="20"/>
                <w:lang w:val="en-US"/>
              </w:rPr>
              <w:t>.0</w:t>
            </w:r>
            <w:r w:rsidR="00E34B7D">
              <w:rPr>
                <w:sz w:val="20"/>
                <w:szCs w:val="20"/>
                <w:lang w:val="ru-RU"/>
              </w:rPr>
              <w:t>7</w:t>
            </w:r>
            <w:r w:rsidR="00C95FAD" w:rsidRPr="009D2C37">
              <w:rPr>
                <w:sz w:val="20"/>
                <w:szCs w:val="20"/>
                <w:lang w:val="en-US"/>
              </w:rPr>
              <w:t>.</w:t>
            </w:r>
            <w:r w:rsidR="00CA08F7" w:rsidRPr="009D2C37">
              <w:rPr>
                <w:sz w:val="20"/>
                <w:szCs w:val="20"/>
                <w:lang w:val="en-GB"/>
              </w:rPr>
              <w:t>2023</w:t>
            </w:r>
          </w:p>
        </w:tc>
      </w:tr>
      <w:tr w:rsidR="00CF0C2E" w:rsidRPr="009D2C37" w14:paraId="1FDF64B0" w14:textId="77777777" w:rsidTr="009D2C37">
        <w:tc>
          <w:tcPr>
            <w:tcW w:w="3775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603017E1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Repairing Outlet (Allison Dealer)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30110215" w14:textId="523C9B8F" w:rsidR="00CF0C2E" w:rsidRPr="009D2C37" w:rsidRDefault="009A23E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Global Industrial Solutions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789B65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2447B3" w14:textId="77777777" w:rsidR="00CF0C2E" w:rsidRPr="009D2C37" w:rsidRDefault="00CF0C2E" w:rsidP="00CF0C2E">
            <w:pPr>
              <w:pStyle w:val="TabellenInhalt"/>
              <w:snapToGrid w:val="0"/>
              <w:spacing w:after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48DC0258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6726D" w14:textId="6847525E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Transm. Model: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5600AC2B" w14:textId="3470F579" w:rsidR="00CF0C2E" w:rsidRPr="009D2C37" w:rsidRDefault="009A23E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T375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2D9CF06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PN</w:t>
            </w:r>
            <w:r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8E81E7B" w14:textId="0698F743" w:rsidR="00CF0C2E" w:rsidRPr="009D2C37" w:rsidRDefault="00CF0C2E" w:rsidP="006A12D3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BE60D8D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SN: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A2D541" w14:textId="757BDA6B" w:rsidR="00CF0C2E" w:rsidRPr="009D2C37" w:rsidRDefault="00E34B7D" w:rsidP="00CF0C2E">
            <w:pPr>
              <w:pStyle w:val="TabellenInhalt"/>
              <w:snapToGrid w:val="0"/>
              <w:spacing w:after="0"/>
              <w:jc w:val="both"/>
              <w:rPr>
                <w:sz w:val="20"/>
                <w:szCs w:val="20"/>
                <w:lang w:val="en-US"/>
              </w:rPr>
            </w:pPr>
            <w:r w:rsidRPr="00E34B7D">
              <w:rPr>
                <w:sz w:val="20"/>
                <w:szCs w:val="20"/>
              </w:rPr>
              <w:t>6511934203</w:t>
            </w:r>
          </w:p>
        </w:tc>
      </w:tr>
      <w:tr w:rsidR="008C5B3D" w:rsidRPr="009D2C37" w14:paraId="2463FF05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B52BAD1" w14:textId="5978345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Transmission: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6FD5BD6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5CF7A8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PN: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39C2E6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9AC5F5D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SN: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D32CA1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5041A960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3B3730" w14:textId="05ED7F8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TCM, ECU, or Shift Sel.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9C0F426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A6302C4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36DCC14" w14:textId="355287F4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63B01E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SN 2: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C5685E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022ECE68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0BAFCE" w14:textId="07A6F0CB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 xml:space="preserve">Replacement </w:t>
            </w:r>
            <w:r w:rsidRPr="009D2C37">
              <w:rPr>
                <w:b/>
                <w:sz w:val="18"/>
                <w:szCs w:val="18"/>
                <w:lang w:val="en-GB"/>
              </w:rPr>
              <w:t xml:space="preserve"> TCM, ECU, or Shift Sel.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56422D8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D996401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      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09E594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5D497C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      SN 2: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CF2E4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310F021C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B12E3E" w14:textId="2F743F3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Non-Allison Part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2047DECA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03AA2D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PN 3: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48588BD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71DB9FD0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SN 3: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8EDF08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1F637912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D0BB99" w14:textId="17AAB3F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Application: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0DB9A4BE" w14:textId="6F04D061" w:rsidR="008C5B3D" w:rsidRPr="009D2C37" w:rsidRDefault="008C5B3D" w:rsidP="008C5B3D">
            <w:pPr>
              <w:pStyle w:val="TabellenInhalt"/>
              <w:tabs>
                <w:tab w:val="left" w:pos="1275"/>
              </w:tabs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City Bus</w:t>
            </w:r>
            <w:r w:rsidRPr="009D2C37">
              <w:rPr>
                <w:sz w:val="20"/>
                <w:szCs w:val="20"/>
                <w:lang w:val="en-GB"/>
              </w:rPr>
              <w:tab/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5F1BD6E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OEM: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5FCE579" w14:textId="0180E3EE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Yutong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1FC3BD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it-IT"/>
              </w:rPr>
            </w:pPr>
            <w:r w:rsidRPr="009D2C37">
              <w:rPr>
                <w:b/>
                <w:bCs/>
                <w:sz w:val="18"/>
                <w:szCs w:val="18"/>
                <w:lang w:val="it-IT"/>
              </w:rPr>
              <w:t>Model: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9125CA" w14:textId="26BAFF38" w:rsidR="008C5B3D" w:rsidRPr="009D2C37" w:rsidRDefault="008C5B3D" w:rsidP="008C5B3D">
            <w:pPr>
              <w:rPr>
                <w:sz w:val="20"/>
                <w:szCs w:val="20"/>
                <w:lang w:val="it-IT"/>
              </w:rPr>
            </w:pPr>
            <w:r w:rsidRPr="009D2C37">
              <w:rPr>
                <w:rFonts w:eastAsia="Lucida Sans Unicode"/>
                <w:sz w:val="20"/>
                <w:szCs w:val="20"/>
                <w:lang w:val="it-IT"/>
              </w:rPr>
              <w:t> ZK6126HG</w:t>
            </w:r>
          </w:p>
        </w:tc>
      </w:tr>
      <w:tr w:rsidR="00CF0C2E" w:rsidRPr="009D2C37" w14:paraId="4B200737" w14:textId="77777777" w:rsidTr="009D2C37">
        <w:trPr>
          <w:trHeight w:val="173"/>
        </w:trPr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6287457" w14:textId="604F0B18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Application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 xml:space="preserve"> Co</w:t>
            </w:r>
            <w:r w:rsidRPr="009D2C37">
              <w:rPr>
                <w:b/>
                <w:bCs/>
                <w:sz w:val="18"/>
                <w:szCs w:val="18"/>
                <w:lang w:val="en-US"/>
              </w:rPr>
              <w:t>de</w:t>
            </w:r>
            <w:r w:rsidR="00ED6860"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9040E6A" w14:textId="679A42C0" w:rsidR="00CF0C2E" w:rsidRPr="009D2C37" w:rsidRDefault="00E34B7D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E34B7D">
              <w:rPr>
                <w:sz w:val="20"/>
                <w:szCs w:val="20"/>
              </w:rPr>
              <w:t>LZYTMGEF3P1003865</w:t>
            </w:r>
          </w:p>
        </w:tc>
        <w:tc>
          <w:tcPr>
            <w:tcW w:w="6464" w:type="dxa"/>
            <w:gridSpan w:val="1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A9C60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</w:p>
        </w:tc>
      </w:tr>
      <w:tr w:rsidR="00CF0C2E" w:rsidRPr="009D2C37" w14:paraId="1D0D3FC2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6C193B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vehicle ID #: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6B4B7E15" w14:textId="222F4AF3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A30DFD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proofErr w:type="spellStart"/>
            <w:r w:rsidRPr="009D2C37">
              <w:rPr>
                <w:b/>
                <w:sz w:val="18"/>
                <w:szCs w:val="18"/>
                <w:lang w:val="en-GB"/>
              </w:rPr>
              <w:t>Registr.plate</w:t>
            </w:r>
            <w:proofErr w:type="spellEnd"/>
            <w:r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00830D1" w14:textId="6B229002" w:rsidR="00CF0C2E" w:rsidRPr="009D2C37" w:rsidRDefault="00044191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ru-RU"/>
              </w:rPr>
              <w:t>Inte</w:t>
            </w:r>
            <w:proofErr w:type="spellStart"/>
            <w:r w:rsidR="00314DC3" w:rsidRPr="009D2C37">
              <w:rPr>
                <w:sz w:val="20"/>
                <w:szCs w:val="20"/>
                <w:lang w:val="en-US"/>
              </w:rPr>
              <w:t>rnal</w:t>
            </w:r>
            <w:proofErr w:type="spellEnd"/>
            <w:r w:rsidR="00314DC3" w:rsidRPr="009D2C37">
              <w:rPr>
                <w:sz w:val="20"/>
                <w:szCs w:val="20"/>
                <w:lang w:val="en-US"/>
              </w:rPr>
              <w:t xml:space="preserve"> number 08530</w:t>
            </w: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545A97A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Engine:</w:t>
            </w:r>
          </w:p>
        </w:tc>
        <w:tc>
          <w:tcPr>
            <w:tcW w:w="251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838835" w14:textId="23EB3F87" w:rsidR="00CF0C2E" w:rsidRPr="009D2C37" w:rsidRDefault="00CB761F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MM5YAP00107</w:t>
            </w:r>
          </w:p>
        </w:tc>
      </w:tr>
      <w:tr w:rsidR="00CF0C2E" w:rsidRPr="009D2C37" w14:paraId="4022EE61" w14:textId="77777777" w:rsidTr="009D2C37">
        <w:trPr>
          <w:trHeight w:val="236"/>
        </w:trPr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053BB89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In Service Date: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474E4A3D" w14:textId="1BA83D72" w:rsidR="00CF0C2E" w:rsidRPr="009D2C37" w:rsidRDefault="00E954EA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ru-RU"/>
              </w:rPr>
              <w:t>28</w:t>
            </w:r>
            <w:r w:rsidR="00D16A86" w:rsidRPr="009D2C37">
              <w:rPr>
                <w:b/>
                <w:sz w:val="20"/>
                <w:szCs w:val="20"/>
                <w:lang w:val="ru-RU"/>
              </w:rPr>
              <w:t>.</w:t>
            </w:r>
            <w:r w:rsidR="00D16A86" w:rsidRPr="009D2C37">
              <w:rPr>
                <w:b/>
                <w:sz w:val="20"/>
                <w:szCs w:val="20"/>
                <w:lang w:val="en-US"/>
              </w:rPr>
              <w:t>0</w:t>
            </w:r>
            <w:r w:rsidR="00E34B7D">
              <w:rPr>
                <w:b/>
                <w:sz w:val="20"/>
                <w:szCs w:val="20"/>
                <w:lang w:val="ru-RU"/>
              </w:rPr>
              <w:t>7</w:t>
            </w:r>
            <w:r w:rsidR="00CD2989" w:rsidRPr="009D2C37">
              <w:rPr>
                <w:b/>
                <w:sz w:val="20"/>
                <w:szCs w:val="20"/>
                <w:lang w:val="ru-RU"/>
              </w:rPr>
              <w:t>.2023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182ED5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ru-RU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Veh</w:t>
            </w:r>
            <w:r w:rsidRPr="009D2C37">
              <w:rPr>
                <w:b/>
                <w:sz w:val="18"/>
                <w:szCs w:val="18"/>
                <w:lang w:val="ru-RU"/>
              </w:rPr>
              <w:t xml:space="preserve">. </w:t>
            </w:r>
            <w:r w:rsidRPr="009D2C37">
              <w:rPr>
                <w:b/>
                <w:sz w:val="18"/>
                <w:szCs w:val="18"/>
                <w:lang w:val="en-GB"/>
              </w:rPr>
              <w:t>hours</w:t>
            </w:r>
            <w:r w:rsidRPr="009D2C37">
              <w:rPr>
                <w:b/>
                <w:sz w:val="18"/>
                <w:szCs w:val="18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6D7DAA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1EC0D6A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ru-RU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Veh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>.</w:t>
            </w:r>
            <w:r w:rsidRPr="009D2C37">
              <w:rPr>
                <w:b/>
                <w:bCs/>
                <w:sz w:val="18"/>
                <w:szCs w:val="18"/>
                <w:lang w:val="en-GB"/>
              </w:rPr>
              <w:t>km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>:</w:t>
            </w:r>
          </w:p>
        </w:tc>
        <w:tc>
          <w:tcPr>
            <w:tcW w:w="251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CB5FB2" w14:textId="070D2356" w:rsidR="00CF0C2E" w:rsidRPr="009D2C37" w:rsidRDefault="00E34B7D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39332</w:t>
            </w:r>
          </w:p>
        </w:tc>
      </w:tr>
      <w:tr w:rsidR="00CF0C2E" w:rsidRPr="00BC7920" w14:paraId="5A03C786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71FDA5B" w14:textId="7105669F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ru-RU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Pre Delivery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83BD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C9B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  <w:bottom w:val="single" w:sz="1" w:space="0" w:color="000000"/>
            </w:tcBorders>
          </w:tcPr>
          <w:p w14:paraId="3EF16C7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NO</w:t>
            </w:r>
          </w:p>
        </w:tc>
        <w:tc>
          <w:tcPr>
            <w:tcW w:w="62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ED9E14C" w14:textId="7DC43996" w:rsidR="00CF0C2E" w:rsidRPr="009D2C37" w:rsidRDefault="00CD2989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X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7A50DE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ru-RU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Claim</w:t>
            </w:r>
            <w:r w:rsidRPr="009D2C37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9D2C37">
              <w:rPr>
                <w:b/>
                <w:sz w:val="18"/>
                <w:szCs w:val="18"/>
                <w:lang w:val="en-GB"/>
              </w:rPr>
              <w:t>Type</w:t>
            </w:r>
            <w:r w:rsidRPr="009D2C37">
              <w:rPr>
                <w:b/>
                <w:sz w:val="18"/>
                <w:szCs w:val="18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2143DD3" w14:textId="1E0EAF20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7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94A3BD" w14:textId="243B876A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US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Field Action # or Activity Indicator</w:t>
            </w:r>
          </w:p>
        </w:tc>
        <w:tc>
          <w:tcPr>
            <w:tcW w:w="150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5A6C9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BC7920" w14:paraId="142DD5D9" w14:textId="77777777" w:rsidTr="008C5B3D">
        <w:tc>
          <w:tcPr>
            <w:tcW w:w="6957" w:type="dxa"/>
            <w:gridSpan w:val="15"/>
            <w:tcBorders>
              <w:left w:val="single" w:sz="1" w:space="0" w:color="000000"/>
              <w:bottom w:val="single" w:sz="4" w:space="0" w:color="auto"/>
            </w:tcBorders>
          </w:tcPr>
          <w:p w14:paraId="5E0A3924" w14:textId="087F9BC0" w:rsidR="00CF0C2E" w:rsidRPr="009D2C37" w:rsidRDefault="008C5B3D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 xml:space="preserve">Date in Service after last repair, or Date in Service of exchange unit if failed unit was repaired once before, or if failed unit is already a replacement (SWING) </w:t>
            </w:r>
            <w:r w:rsidR="009D2C37" w:rsidRPr="009D2C37">
              <w:rPr>
                <w:b/>
                <w:bCs/>
                <w:sz w:val="18"/>
                <w:szCs w:val="18"/>
                <w:lang w:val="en-GB"/>
              </w:rPr>
              <w:t>Transmission</w:t>
            </w:r>
            <w:r w:rsidR="009D2C37" w:rsidRPr="009D2C37"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5553ABA" w14:textId="7793CB5E" w:rsidR="009D2C37" w:rsidRPr="007368B4" w:rsidRDefault="007368B4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7368B4">
              <w:rPr>
                <w:b/>
                <w:bCs/>
                <w:sz w:val="20"/>
                <w:szCs w:val="20"/>
                <w:lang w:val="en-US"/>
              </w:rPr>
              <w:t>W</w:t>
            </w:r>
            <w:r w:rsidR="009D2C37" w:rsidRPr="00BC7920">
              <w:rPr>
                <w:b/>
                <w:bCs/>
                <w:sz w:val="20"/>
                <w:szCs w:val="20"/>
                <w:lang w:val="en-US"/>
              </w:rPr>
              <w:t>ork performed</w:t>
            </w:r>
            <w:r w:rsidRPr="007368B4">
              <w:rPr>
                <w:b/>
                <w:bCs/>
                <w:sz w:val="20"/>
                <w:szCs w:val="20"/>
                <w:lang w:val="en-US"/>
              </w:rPr>
              <w:t xml:space="preserve">: </w:t>
            </w:r>
          </w:p>
          <w:p w14:paraId="357E5D00" w14:textId="77777777" w:rsidR="007368B4" w:rsidRPr="007368B4" w:rsidRDefault="007368B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7368B4">
              <w:rPr>
                <w:sz w:val="20"/>
                <w:szCs w:val="20"/>
                <w:lang w:val="en-US"/>
              </w:rPr>
              <w:t xml:space="preserve">Computer diagnostics </w:t>
            </w:r>
          </w:p>
          <w:p w14:paraId="493F15A2" w14:textId="20AE898C" w:rsidR="00314DC3" w:rsidRPr="007368B4" w:rsidRDefault="007368B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BB153E">
              <w:rPr>
                <w:sz w:val="20"/>
                <w:szCs w:val="20"/>
                <w:lang w:val="en-US"/>
              </w:rPr>
              <w:t>Adaptations</w:t>
            </w:r>
          </w:p>
        </w:tc>
      </w:tr>
      <w:tr w:rsidR="008C5B3D" w:rsidRPr="009D2C37" w14:paraId="316F643E" w14:textId="77777777" w:rsidTr="007368B4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22F" w14:textId="0005C11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Travel Time: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926F" w14:textId="675B4585" w:rsidR="008C5B3D" w:rsidRPr="00E34B7D" w:rsidRDefault="00E34B7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16:00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9299" w14:textId="1A7540F1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 xml:space="preserve">Travel km if company </w:t>
            </w:r>
            <w:r w:rsidRPr="009D2C37">
              <w:rPr>
                <w:b/>
                <w:bCs/>
                <w:sz w:val="20"/>
                <w:szCs w:val="20"/>
                <w:lang w:val="en-GB"/>
              </w:rPr>
              <w:lastRenderedPageBreak/>
              <w:t>car used: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F577" w14:textId="2D1568DA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</w:p>
          <w:p w14:paraId="29643A3B" w14:textId="2C9CF432" w:rsidR="008C5B3D" w:rsidRPr="00E34B7D" w:rsidRDefault="00E34B7D" w:rsidP="008C5B3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39332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8FB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lastRenderedPageBreak/>
              <w:t>PFPN: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AC14" w14:textId="4B10FEF4" w:rsidR="008C5B3D" w:rsidRPr="009D2C37" w:rsidRDefault="00561DFA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477467">
              <w:rPr>
                <w:rFonts w:ascii="Arial" w:hAnsi="Arial" w:cs="Arial"/>
                <w:sz w:val="20"/>
                <w:szCs w:val="20"/>
                <w:lang w:val="en-US"/>
              </w:rPr>
              <w:t>29548995</w:t>
            </w:r>
          </w:p>
        </w:tc>
      </w:tr>
      <w:tr w:rsidR="008C5B3D" w:rsidRPr="009D2C37" w14:paraId="4E3EE715" w14:textId="77777777" w:rsidTr="007368B4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645C" w14:textId="51024C82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ru-RU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Labor Last Applied date: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DBFC" w14:textId="1612EFCF" w:rsidR="008C5B3D" w:rsidRPr="009D2C37" w:rsidRDefault="00E34B7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07.07.</w:t>
            </w:r>
            <w:r w:rsidR="008C5B3D" w:rsidRPr="009D2C37">
              <w:rPr>
                <w:b/>
                <w:bCs/>
                <w:sz w:val="20"/>
                <w:szCs w:val="20"/>
                <w:lang w:val="en-US"/>
              </w:rPr>
              <w:t>2023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4616" w14:textId="1AEC9CBA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Technician’s Name:</w:t>
            </w:r>
          </w:p>
        </w:tc>
        <w:tc>
          <w:tcPr>
            <w:tcW w:w="3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9747" w14:textId="2354179C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sz w:val="20"/>
                <w:szCs w:val="20"/>
                <w:lang w:val="en-US"/>
              </w:rPr>
              <w:t>Mirzakhojaev</w:t>
            </w:r>
            <w:proofErr w:type="spellEnd"/>
            <w:r w:rsidRPr="009D2C3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2C37">
              <w:rPr>
                <w:sz w:val="20"/>
                <w:szCs w:val="20"/>
                <w:lang w:val="en-US"/>
              </w:rPr>
              <w:t>Faizkhuja</w:t>
            </w:r>
            <w:proofErr w:type="spellEnd"/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5E1A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7368B4" w:rsidRPr="009D2C37" w14:paraId="0B251A7C" w14:textId="77777777" w:rsidTr="004F4F0A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F016" w14:textId="359EE063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AWAARE Complaint Code: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6592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42E5" w14:textId="122A7EDB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AWAARE Failure Code</w:t>
            </w: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1B58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C015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B98D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7368B4" w:rsidRPr="009D2C37" w14:paraId="0E08F8B7" w14:textId="77777777" w:rsidTr="00725C23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CCBB" w14:textId="605C6E14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Diagnostic Codes: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F8ED" w14:textId="0E50BC24" w:rsidR="007368B4" w:rsidRPr="00BC7920" w:rsidRDefault="00BC7920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  <w:r w:rsidRPr="00BC7920">
              <w:rPr>
                <w:b/>
                <w:bCs/>
                <w:sz w:val="20"/>
                <w:szCs w:val="20"/>
                <w:lang w:val="en-GB"/>
              </w:rPr>
              <w:t>P0989 active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7184" w14:textId="329B9D10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EEC3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8D53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84DD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</w:tbl>
    <w:p w14:paraId="093A4393" w14:textId="77777777" w:rsidR="0065737B" w:rsidRPr="009D2C37" w:rsidRDefault="0065737B" w:rsidP="00912D3B">
      <w:pPr>
        <w:rPr>
          <w:b/>
          <w:bCs/>
          <w:sz w:val="20"/>
          <w:szCs w:val="20"/>
          <w:lang w:val="en-US"/>
        </w:rPr>
      </w:pPr>
    </w:p>
    <w:p w14:paraId="1A2B4AD1" w14:textId="604BDE33" w:rsidR="00507AC2" w:rsidRPr="007368B4" w:rsidRDefault="008C5B3D" w:rsidP="007368B4">
      <w:pPr>
        <w:rPr>
          <w:b/>
          <w:bCs/>
          <w:sz w:val="20"/>
          <w:szCs w:val="20"/>
          <w:lang w:val="en-US"/>
        </w:rPr>
      </w:pPr>
      <w:bookmarkStart w:id="0" w:name="_Hlk152669097"/>
      <w:r w:rsidRPr="009D2C37">
        <w:rPr>
          <w:b/>
          <w:bCs/>
          <w:sz w:val="20"/>
          <w:szCs w:val="20"/>
          <w:lang w:val="en-US"/>
        </w:rPr>
        <w:t>Complaint</w:t>
      </w:r>
      <w:r w:rsidR="00ED6860" w:rsidRPr="007368B4">
        <w:rPr>
          <w:b/>
          <w:bCs/>
          <w:sz w:val="20"/>
          <w:szCs w:val="20"/>
          <w:lang w:val="en-US"/>
        </w:rPr>
        <w:t>:</w:t>
      </w:r>
      <w:r w:rsidR="00001C8E" w:rsidRPr="007368B4">
        <w:rPr>
          <w:b/>
          <w:bCs/>
          <w:sz w:val="20"/>
          <w:szCs w:val="20"/>
          <w:lang w:val="en-US"/>
        </w:rPr>
        <w:t xml:space="preserve"> </w:t>
      </w:r>
      <w:bookmarkEnd w:id="0"/>
      <w:r w:rsidR="00167A13">
        <w:rPr>
          <w:b/>
          <w:bCs/>
          <w:sz w:val="20"/>
          <w:szCs w:val="20"/>
          <w:lang w:val="en-US"/>
        </w:rPr>
        <w:tab/>
      </w:r>
      <w:r w:rsidR="007368B4" w:rsidRPr="00167A13">
        <w:rPr>
          <w:sz w:val="20"/>
          <w:szCs w:val="20"/>
          <w:lang w:val="en-US"/>
        </w:rPr>
        <w:t>The cheque lights up, the bus stalls while driving.</w:t>
      </w:r>
    </w:p>
    <w:p w14:paraId="3CCA3152" w14:textId="41E24055" w:rsidR="00B53A39" w:rsidRPr="007368B4" w:rsidRDefault="007368B4" w:rsidP="00B876A2">
      <w:pPr>
        <w:autoSpaceDE w:val="0"/>
        <w:autoSpaceDN w:val="0"/>
        <w:adjustRightInd w:val="0"/>
        <w:rPr>
          <w:b/>
          <w:bCs/>
          <w:sz w:val="20"/>
          <w:szCs w:val="20"/>
          <w:lang w:val="en-US"/>
        </w:rPr>
      </w:pPr>
      <w:bookmarkStart w:id="1" w:name="_Hlk152669103"/>
      <w:r w:rsidRPr="009D2C37">
        <w:rPr>
          <w:b/>
          <w:sz w:val="20"/>
          <w:szCs w:val="20"/>
          <w:lang w:val="fr-FR"/>
        </w:rPr>
        <w:t>Cause :</w:t>
      </w:r>
      <w:r w:rsidR="008704D7" w:rsidRPr="009D2C37">
        <w:rPr>
          <w:b/>
          <w:sz w:val="20"/>
          <w:szCs w:val="20"/>
          <w:lang w:val="fr-FR"/>
        </w:rPr>
        <w:t xml:space="preserve"> </w:t>
      </w:r>
      <w:bookmarkEnd w:id="1"/>
      <w:r w:rsidR="00167A13">
        <w:rPr>
          <w:b/>
          <w:sz w:val="20"/>
          <w:szCs w:val="20"/>
          <w:lang w:val="fr-FR"/>
        </w:rPr>
        <w:tab/>
      </w:r>
      <w:r w:rsidR="00167A13">
        <w:rPr>
          <w:b/>
          <w:sz w:val="20"/>
          <w:szCs w:val="20"/>
          <w:lang w:val="fr-FR"/>
        </w:rPr>
        <w:tab/>
      </w:r>
      <w:r w:rsidR="00CB3D80" w:rsidRPr="00167A13">
        <w:rPr>
          <w:bCs/>
          <w:sz w:val="20"/>
          <w:szCs w:val="20"/>
          <w:lang w:val="fr-FR"/>
        </w:rPr>
        <w:t>P0989 active</w:t>
      </w:r>
      <w:r w:rsidRPr="00167A13">
        <w:rPr>
          <w:bCs/>
          <w:sz w:val="20"/>
          <w:szCs w:val="20"/>
          <w:lang w:val="fr-FR"/>
        </w:rPr>
        <w:t>.</w:t>
      </w:r>
      <w:r w:rsidR="00167A13" w:rsidRPr="00167A13">
        <w:rPr>
          <w:bCs/>
          <w:sz w:val="20"/>
          <w:szCs w:val="20"/>
          <w:lang w:val="fr-FR"/>
        </w:rPr>
        <w:t xml:space="preserve"> Retarder Pressure </w:t>
      </w:r>
      <w:proofErr w:type="spellStart"/>
      <w:r w:rsidR="00167A13" w:rsidRPr="00167A13">
        <w:rPr>
          <w:bCs/>
          <w:sz w:val="20"/>
          <w:szCs w:val="20"/>
          <w:lang w:val="fr-FR"/>
        </w:rPr>
        <w:t>Sensor</w:t>
      </w:r>
      <w:proofErr w:type="spellEnd"/>
      <w:r w:rsidR="00167A13" w:rsidRPr="00167A13">
        <w:rPr>
          <w:bCs/>
          <w:sz w:val="20"/>
          <w:szCs w:val="20"/>
          <w:lang w:val="fr-FR"/>
        </w:rPr>
        <w:t xml:space="preserve"> </w:t>
      </w:r>
      <w:proofErr w:type="spellStart"/>
      <w:r w:rsidR="00167A13" w:rsidRPr="00167A13">
        <w:rPr>
          <w:bCs/>
          <w:sz w:val="20"/>
          <w:szCs w:val="20"/>
          <w:lang w:val="fr-FR"/>
        </w:rPr>
        <w:t>failed</w:t>
      </w:r>
      <w:proofErr w:type="spellEnd"/>
      <w:r w:rsidR="00167A13" w:rsidRPr="00167A13">
        <w:rPr>
          <w:bCs/>
          <w:sz w:val="20"/>
          <w:szCs w:val="20"/>
          <w:lang w:val="fr-FR"/>
        </w:rPr>
        <w:t>.</w:t>
      </w:r>
    </w:p>
    <w:p w14:paraId="43F9DB2C" w14:textId="6BA72026" w:rsidR="00167A13" w:rsidRDefault="008C5B3D" w:rsidP="00167A13">
      <w:pPr>
        <w:autoSpaceDE w:val="0"/>
        <w:autoSpaceDN w:val="0"/>
        <w:adjustRightInd w:val="0"/>
        <w:ind w:left="1410" w:hanging="1410"/>
        <w:rPr>
          <w:b/>
          <w:sz w:val="20"/>
          <w:szCs w:val="20"/>
          <w:lang w:val="en-US"/>
        </w:rPr>
      </w:pPr>
      <w:bookmarkStart w:id="2" w:name="_Hlk152669111"/>
      <w:r w:rsidRPr="009D2C37">
        <w:rPr>
          <w:b/>
          <w:sz w:val="20"/>
          <w:szCs w:val="20"/>
          <w:lang w:val="en-US"/>
        </w:rPr>
        <w:t>Correction</w:t>
      </w:r>
      <w:r w:rsidR="00ED6860" w:rsidRPr="007368B4">
        <w:rPr>
          <w:b/>
          <w:sz w:val="20"/>
          <w:szCs w:val="20"/>
          <w:lang w:val="en-US"/>
        </w:rPr>
        <w:t>:</w:t>
      </w:r>
      <w:r w:rsidRPr="007368B4">
        <w:rPr>
          <w:b/>
          <w:sz w:val="20"/>
          <w:szCs w:val="20"/>
          <w:lang w:val="en-US"/>
        </w:rPr>
        <w:t xml:space="preserve"> </w:t>
      </w:r>
      <w:bookmarkEnd w:id="2"/>
      <w:r w:rsidR="00167A13">
        <w:rPr>
          <w:b/>
          <w:sz w:val="20"/>
          <w:szCs w:val="20"/>
          <w:lang w:val="en-US"/>
        </w:rPr>
        <w:tab/>
      </w:r>
      <w:r w:rsidR="00167A13" w:rsidRPr="00167A13">
        <w:rPr>
          <w:bCs/>
          <w:sz w:val="20"/>
          <w:szCs w:val="20"/>
          <w:lang w:val="en-US"/>
        </w:rPr>
        <w:t>Diagnostics and Troubleshooting. Wiring harness test. Pressure sensor test. Replaced Retarder Pressure Sensor.</w:t>
      </w:r>
      <w:r w:rsidR="00167A13">
        <w:rPr>
          <w:bCs/>
          <w:sz w:val="20"/>
          <w:szCs w:val="20"/>
          <w:lang w:val="en-US"/>
        </w:rPr>
        <w:t xml:space="preserve">  Test drive. OK</w:t>
      </w:r>
    </w:p>
    <w:p w14:paraId="0DD03C7C" w14:textId="77777777" w:rsidR="00167A13" w:rsidRDefault="00167A13" w:rsidP="00B876A2">
      <w:pPr>
        <w:autoSpaceDE w:val="0"/>
        <w:autoSpaceDN w:val="0"/>
        <w:adjustRightInd w:val="0"/>
        <w:rPr>
          <w:b/>
          <w:sz w:val="20"/>
          <w:szCs w:val="20"/>
          <w:lang w:val="en-US"/>
        </w:rPr>
      </w:pPr>
    </w:p>
    <w:p w14:paraId="7D271B36" w14:textId="77777777" w:rsidR="00167A13" w:rsidRDefault="00167A13" w:rsidP="00B876A2">
      <w:pPr>
        <w:autoSpaceDE w:val="0"/>
        <w:autoSpaceDN w:val="0"/>
        <w:adjustRightInd w:val="0"/>
        <w:rPr>
          <w:b/>
          <w:sz w:val="20"/>
          <w:szCs w:val="20"/>
          <w:lang w:val="en-US"/>
        </w:rPr>
      </w:pPr>
    </w:p>
    <w:p w14:paraId="1ED9D999" w14:textId="77777777" w:rsidR="008704D7" w:rsidRPr="009D2C37" w:rsidRDefault="008704D7" w:rsidP="00912D3B">
      <w:pPr>
        <w:autoSpaceDE w:val="0"/>
        <w:autoSpaceDN w:val="0"/>
        <w:adjustRightInd w:val="0"/>
        <w:rPr>
          <w:bCs/>
          <w:sz w:val="20"/>
          <w:szCs w:val="20"/>
          <w:lang w:val="ru-RU"/>
        </w:rPr>
      </w:pPr>
    </w:p>
    <w:p w14:paraId="0130B148" w14:textId="77777777" w:rsidR="004A02EC" w:rsidRPr="009D2C37" w:rsidRDefault="004A02EC" w:rsidP="004A02EC">
      <w:pPr>
        <w:rPr>
          <w:sz w:val="20"/>
          <w:szCs w:val="20"/>
          <w:lang w:val="ru-RU"/>
        </w:rPr>
      </w:pPr>
    </w:p>
    <w:p w14:paraId="440DC4F0" w14:textId="77777777" w:rsidR="004A02EC" w:rsidRPr="009D2C37" w:rsidRDefault="004A02EC" w:rsidP="004A02EC">
      <w:pPr>
        <w:rPr>
          <w:sz w:val="20"/>
          <w:szCs w:val="20"/>
          <w:lang w:val="ru-RU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1134"/>
        <w:gridCol w:w="1105"/>
        <w:gridCol w:w="1418"/>
      </w:tblGrid>
      <w:tr w:rsidR="00715B9A" w:rsidRPr="009D2C37" w14:paraId="554B971D" w14:textId="3B083691" w:rsidTr="007368B4">
        <w:trPr>
          <w:trHeight w:val="497"/>
        </w:trPr>
        <w:tc>
          <w:tcPr>
            <w:tcW w:w="1418" w:type="dxa"/>
            <w:shd w:val="clear" w:color="auto" w:fill="auto"/>
          </w:tcPr>
          <w:p w14:paraId="5F49045A" w14:textId="05E471B2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Labor Code</w:t>
            </w:r>
          </w:p>
        </w:tc>
        <w:tc>
          <w:tcPr>
            <w:tcW w:w="5132" w:type="dxa"/>
            <w:shd w:val="clear" w:color="auto" w:fill="auto"/>
          </w:tcPr>
          <w:p w14:paraId="0F38DBD9" w14:textId="6946FA48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1134" w:type="dxa"/>
            <w:shd w:val="clear" w:color="auto" w:fill="auto"/>
          </w:tcPr>
          <w:p w14:paraId="1356BD92" w14:textId="0B2D7EF7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Time allowed</w:t>
            </w:r>
          </w:p>
        </w:tc>
        <w:tc>
          <w:tcPr>
            <w:tcW w:w="1105" w:type="dxa"/>
            <w:shd w:val="clear" w:color="auto" w:fill="auto"/>
          </w:tcPr>
          <w:p w14:paraId="01B34430" w14:textId="3E50D1CD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Time needed</w:t>
            </w:r>
          </w:p>
        </w:tc>
        <w:tc>
          <w:tcPr>
            <w:tcW w:w="1418" w:type="dxa"/>
          </w:tcPr>
          <w:p w14:paraId="45222FF8" w14:textId="5C100877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ru-RU"/>
              </w:rPr>
              <w:t>Co</w:t>
            </w:r>
            <w:proofErr w:type="spellStart"/>
            <w:r w:rsidRPr="009D2C37">
              <w:rPr>
                <w:b/>
                <w:sz w:val="20"/>
                <w:szCs w:val="20"/>
                <w:lang w:val="en-US"/>
              </w:rPr>
              <w:t>st</w:t>
            </w:r>
            <w:proofErr w:type="spellEnd"/>
            <w:r w:rsidR="007368B4">
              <w:rPr>
                <w:b/>
                <w:sz w:val="20"/>
                <w:szCs w:val="20"/>
                <w:lang w:val="en-US"/>
              </w:rPr>
              <w:t xml:space="preserve"> (EUR)</w:t>
            </w:r>
          </w:p>
        </w:tc>
      </w:tr>
      <w:tr w:rsidR="00715B9A" w:rsidRPr="009D2C37" w14:paraId="5CA12600" w14:textId="4B970806" w:rsidTr="007368B4">
        <w:tc>
          <w:tcPr>
            <w:tcW w:w="1418" w:type="dxa"/>
            <w:shd w:val="clear" w:color="auto" w:fill="auto"/>
          </w:tcPr>
          <w:p w14:paraId="4FF11DC9" w14:textId="2B781281" w:rsidR="00715B9A" w:rsidRPr="00E34B7D" w:rsidRDefault="00E34B7D" w:rsidP="009D0D06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00095106</w:t>
            </w:r>
          </w:p>
        </w:tc>
        <w:tc>
          <w:tcPr>
            <w:tcW w:w="5132" w:type="dxa"/>
            <w:shd w:val="clear" w:color="auto" w:fill="auto"/>
          </w:tcPr>
          <w:p w14:paraId="7010883A" w14:textId="4EBFB05B" w:rsidR="00715B9A" w:rsidRPr="00E34B7D" w:rsidRDefault="00E34B7D" w:rsidP="00965D03">
            <w:pPr>
              <w:rPr>
                <w:sz w:val="20"/>
                <w:szCs w:val="20"/>
                <w:lang w:val="en-US"/>
              </w:rPr>
            </w:pPr>
            <w:r w:rsidRPr="00E34B7D">
              <w:rPr>
                <w:sz w:val="20"/>
                <w:szCs w:val="20"/>
                <w:lang w:val="en-US"/>
              </w:rPr>
              <w:t>Replacement of the retarder temperature sensor</w:t>
            </w:r>
          </w:p>
        </w:tc>
        <w:tc>
          <w:tcPr>
            <w:tcW w:w="1134" w:type="dxa"/>
            <w:shd w:val="clear" w:color="auto" w:fill="auto"/>
          </w:tcPr>
          <w:p w14:paraId="4546FB9A" w14:textId="0E823C7B" w:rsidR="00715B9A" w:rsidRPr="009D2C37" w:rsidRDefault="00B25059" w:rsidP="009D0D06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1105" w:type="dxa"/>
            <w:shd w:val="clear" w:color="auto" w:fill="auto"/>
          </w:tcPr>
          <w:p w14:paraId="4F2F1764" w14:textId="6B8374A1" w:rsidR="00715B9A" w:rsidRPr="00E34B7D" w:rsidRDefault="00E34B7D" w:rsidP="009D0D06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1,2</w:t>
            </w:r>
          </w:p>
        </w:tc>
        <w:tc>
          <w:tcPr>
            <w:tcW w:w="1418" w:type="dxa"/>
          </w:tcPr>
          <w:p w14:paraId="7C1B9A3B" w14:textId="68B1F0AF" w:rsidR="00715B9A" w:rsidRPr="00E34B7D" w:rsidRDefault="007368B4" w:rsidP="009D0D06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en-US"/>
              </w:rPr>
              <w:t>€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B25059">
              <w:rPr>
                <w:sz w:val="20"/>
                <w:szCs w:val="20"/>
                <w:lang w:val="ru-RU"/>
              </w:rPr>
              <w:t>43</w:t>
            </w:r>
          </w:p>
        </w:tc>
      </w:tr>
      <w:tr w:rsidR="00715B9A" w:rsidRPr="009D2C37" w14:paraId="31671CC1" w14:textId="49F8B149" w:rsidTr="007368B4">
        <w:tc>
          <w:tcPr>
            <w:tcW w:w="1418" w:type="dxa"/>
            <w:shd w:val="clear" w:color="auto" w:fill="auto"/>
          </w:tcPr>
          <w:p w14:paraId="2D3BC390" w14:textId="742539BF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96901</w:t>
            </w:r>
          </w:p>
        </w:tc>
        <w:tc>
          <w:tcPr>
            <w:tcW w:w="5132" w:type="dxa"/>
            <w:shd w:val="clear" w:color="auto" w:fill="auto"/>
          </w:tcPr>
          <w:p w14:paraId="68CA44ED" w14:textId="7EB0D6DD" w:rsidR="00715B9A" w:rsidRPr="007368B4" w:rsidRDefault="007368B4" w:rsidP="00965D03">
            <w:pPr>
              <w:rPr>
                <w:bCs/>
                <w:sz w:val="20"/>
                <w:szCs w:val="20"/>
                <w:lang w:val="en-US"/>
              </w:rPr>
            </w:pPr>
            <w:r w:rsidRPr="007368B4">
              <w:rPr>
                <w:bCs/>
                <w:sz w:val="20"/>
                <w:szCs w:val="20"/>
                <w:lang w:val="en-US"/>
              </w:rPr>
              <w:t>Computer diagnostics</w:t>
            </w:r>
          </w:p>
        </w:tc>
        <w:tc>
          <w:tcPr>
            <w:tcW w:w="1134" w:type="dxa"/>
            <w:shd w:val="clear" w:color="auto" w:fill="auto"/>
          </w:tcPr>
          <w:p w14:paraId="32C31B3B" w14:textId="7AFF25E9" w:rsidR="00715B9A" w:rsidRPr="009D2C37" w:rsidRDefault="00715B9A" w:rsidP="009D0D06">
            <w:pPr>
              <w:jc w:val="right"/>
              <w:rPr>
                <w:sz w:val="20"/>
                <w:szCs w:val="20"/>
                <w:lang w:val="ru-RU"/>
              </w:rPr>
            </w:pPr>
            <w:r w:rsidRPr="009D2C37">
              <w:rPr>
                <w:sz w:val="20"/>
                <w:szCs w:val="20"/>
                <w:lang w:val="ru-RU"/>
              </w:rPr>
              <w:t>0</w:t>
            </w:r>
            <w:r w:rsidR="00E34B7D">
              <w:rPr>
                <w:sz w:val="20"/>
                <w:szCs w:val="20"/>
                <w:lang w:val="ru-RU"/>
              </w:rPr>
              <w:t>,</w:t>
            </w:r>
            <w:r w:rsidRPr="009D2C37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05" w:type="dxa"/>
            <w:shd w:val="clear" w:color="auto" w:fill="auto"/>
          </w:tcPr>
          <w:p w14:paraId="01F865D4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64B60E11" w14:textId="7FBB4A53" w:rsidR="00715B9A" w:rsidRPr="007368B4" w:rsidRDefault="007368B4" w:rsidP="009D0D06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€ 21,5</w:t>
            </w:r>
          </w:p>
        </w:tc>
      </w:tr>
      <w:tr w:rsidR="00715B9A" w:rsidRPr="009D2C37" w14:paraId="6E9886AD" w14:textId="37468622" w:rsidTr="007368B4">
        <w:tc>
          <w:tcPr>
            <w:tcW w:w="1418" w:type="dxa"/>
            <w:shd w:val="clear" w:color="auto" w:fill="auto"/>
          </w:tcPr>
          <w:p w14:paraId="5BC6EE6F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5132" w:type="dxa"/>
            <w:shd w:val="clear" w:color="auto" w:fill="auto"/>
          </w:tcPr>
          <w:p w14:paraId="79B5EC64" w14:textId="77777777" w:rsidR="00715B9A" w:rsidRPr="009D2C37" w:rsidRDefault="00715B9A" w:rsidP="00965D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533AB0E3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0DA0D859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279485AB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715B9A" w:rsidRPr="009D2C37" w14:paraId="5D1BDCA7" w14:textId="07D8B742" w:rsidTr="007368B4">
        <w:tc>
          <w:tcPr>
            <w:tcW w:w="1418" w:type="dxa"/>
            <w:shd w:val="clear" w:color="auto" w:fill="auto"/>
          </w:tcPr>
          <w:p w14:paraId="6C738B76" w14:textId="691D0E01" w:rsidR="00715B9A" w:rsidRPr="009D2C37" w:rsidRDefault="00535C49" w:rsidP="009D0D06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00096901</w:t>
            </w:r>
          </w:p>
        </w:tc>
        <w:tc>
          <w:tcPr>
            <w:tcW w:w="5132" w:type="dxa"/>
            <w:shd w:val="clear" w:color="auto" w:fill="auto"/>
          </w:tcPr>
          <w:p w14:paraId="27BA2E5F" w14:textId="2EADC09F" w:rsidR="00715B9A" w:rsidRPr="009D2C37" w:rsidRDefault="00535C49" w:rsidP="00965D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Troubleshooting</w:t>
            </w:r>
          </w:p>
        </w:tc>
        <w:tc>
          <w:tcPr>
            <w:tcW w:w="1134" w:type="dxa"/>
            <w:shd w:val="clear" w:color="auto" w:fill="auto"/>
          </w:tcPr>
          <w:p w14:paraId="2C91B9C5" w14:textId="2A5CBEF9" w:rsidR="00715B9A" w:rsidRPr="009D2C37" w:rsidRDefault="00535C49" w:rsidP="009D0D06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1,0</w:t>
            </w:r>
          </w:p>
        </w:tc>
        <w:tc>
          <w:tcPr>
            <w:tcW w:w="1105" w:type="dxa"/>
            <w:shd w:val="clear" w:color="auto" w:fill="auto"/>
          </w:tcPr>
          <w:p w14:paraId="6D908A70" w14:textId="7C20AC3F" w:rsidR="00715B9A" w:rsidRPr="009D2C37" w:rsidRDefault="00535C49" w:rsidP="009D0D06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1,0</w:t>
            </w:r>
          </w:p>
        </w:tc>
        <w:tc>
          <w:tcPr>
            <w:tcW w:w="1418" w:type="dxa"/>
          </w:tcPr>
          <w:p w14:paraId="1FFB130E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535C49" w:rsidRPr="009D2C37" w14:paraId="7354D2AE" w14:textId="77777777" w:rsidTr="007368B4">
        <w:tc>
          <w:tcPr>
            <w:tcW w:w="1418" w:type="dxa"/>
            <w:shd w:val="clear" w:color="auto" w:fill="auto"/>
          </w:tcPr>
          <w:p w14:paraId="40EC2B19" w14:textId="77777777" w:rsidR="00535C49" w:rsidRPr="009D2C37" w:rsidRDefault="00535C49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5132" w:type="dxa"/>
            <w:shd w:val="clear" w:color="auto" w:fill="auto"/>
          </w:tcPr>
          <w:p w14:paraId="3F3E452F" w14:textId="77777777" w:rsidR="00535C49" w:rsidRPr="009D2C37" w:rsidRDefault="00535C49" w:rsidP="00965D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52F0F384" w14:textId="77777777" w:rsidR="00535C49" w:rsidRPr="009D2C37" w:rsidRDefault="00535C49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00BAE7D3" w14:textId="77777777" w:rsidR="00535C49" w:rsidRPr="009D2C37" w:rsidRDefault="00535C49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1D5C271A" w14:textId="77777777" w:rsidR="00535C49" w:rsidRPr="009D2C37" w:rsidRDefault="00535C49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535C49" w:rsidRPr="009D2C37" w14:paraId="5F54247C" w14:textId="77777777" w:rsidTr="007368B4">
        <w:tc>
          <w:tcPr>
            <w:tcW w:w="1418" w:type="dxa"/>
            <w:shd w:val="clear" w:color="auto" w:fill="auto"/>
          </w:tcPr>
          <w:p w14:paraId="522029E9" w14:textId="77777777" w:rsidR="00535C49" w:rsidRPr="009D2C37" w:rsidRDefault="00535C49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5132" w:type="dxa"/>
            <w:shd w:val="clear" w:color="auto" w:fill="auto"/>
          </w:tcPr>
          <w:p w14:paraId="36F4C1C3" w14:textId="77777777" w:rsidR="00535C49" w:rsidRPr="009D2C37" w:rsidRDefault="00535C49" w:rsidP="00965D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6BA21D1" w14:textId="77777777" w:rsidR="00535C49" w:rsidRPr="009D2C37" w:rsidRDefault="00535C49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0DB02FD0" w14:textId="77777777" w:rsidR="00535C49" w:rsidRPr="009D2C37" w:rsidRDefault="00535C49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3B26ECB8" w14:textId="77777777" w:rsidR="00535C49" w:rsidRPr="009D2C37" w:rsidRDefault="00535C49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7E4C732C" w14:textId="77777777" w:rsidR="004A02EC" w:rsidRPr="009D2C37" w:rsidRDefault="004A02EC" w:rsidP="004A02EC">
      <w:pPr>
        <w:rPr>
          <w:sz w:val="20"/>
          <w:szCs w:val="20"/>
          <w:lang w:val="en-US"/>
        </w:rPr>
      </w:pPr>
    </w:p>
    <w:tbl>
      <w:tblPr>
        <w:tblW w:w="902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2" w:type="dxa"/>
          <w:left w:w="42" w:type="dxa"/>
          <w:bottom w:w="42" w:type="dxa"/>
          <w:right w:w="42" w:type="dxa"/>
        </w:tblCellMar>
        <w:tblLook w:val="0000" w:firstRow="0" w:lastRow="0" w:firstColumn="0" w:lastColumn="0" w:noHBand="0" w:noVBand="0"/>
      </w:tblPr>
      <w:tblGrid>
        <w:gridCol w:w="1418"/>
        <w:gridCol w:w="6332"/>
        <w:gridCol w:w="1275"/>
      </w:tblGrid>
      <w:tr w:rsidR="008C5B3D" w:rsidRPr="009D2C37" w14:paraId="1E045277" w14:textId="77777777" w:rsidTr="00E70B40">
        <w:tc>
          <w:tcPr>
            <w:tcW w:w="1418" w:type="dxa"/>
          </w:tcPr>
          <w:p w14:paraId="55EB657B" w14:textId="44AD8D60" w:rsidR="008C5B3D" w:rsidRPr="009D2C37" w:rsidRDefault="008C5B3D" w:rsidP="00E70B40">
            <w:pPr>
              <w:pStyle w:val="StandardWeb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D2C37">
              <w:rPr>
                <w:b/>
                <w:bCs/>
                <w:color w:val="000000"/>
                <w:sz w:val="20"/>
                <w:szCs w:val="20"/>
                <w:lang w:val="en-US"/>
              </w:rPr>
              <w:t>Part Number</w:t>
            </w:r>
          </w:p>
        </w:tc>
        <w:tc>
          <w:tcPr>
            <w:tcW w:w="6332" w:type="dxa"/>
            <w:vAlign w:val="center"/>
          </w:tcPr>
          <w:p w14:paraId="42A0FB52" w14:textId="5115739E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Part Desc</w:t>
            </w:r>
            <w:proofErr w:type="spellStart"/>
            <w:r w:rsidRPr="009D2C37">
              <w:rPr>
                <w:b/>
                <w:sz w:val="20"/>
                <w:szCs w:val="20"/>
              </w:rPr>
              <w:t>ription</w:t>
            </w:r>
            <w:proofErr w:type="spellEnd"/>
          </w:p>
        </w:tc>
        <w:tc>
          <w:tcPr>
            <w:tcW w:w="1275" w:type="dxa"/>
            <w:vAlign w:val="center"/>
          </w:tcPr>
          <w:p w14:paraId="34D65840" w14:textId="286C5323" w:rsidR="008C5B3D" w:rsidRPr="009D2C37" w:rsidRDefault="008C5B3D" w:rsidP="00E70B40">
            <w:pPr>
              <w:tabs>
                <w:tab w:val="left" w:pos="735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9D2C37">
              <w:rPr>
                <w:b/>
                <w:sz w:val="20"/>
                <w:szCs w:val="20"/>
              </w:rPr>
              <w:t>Qty</w:t>
            </w:r>
            <w:proofErr w:type="spellEnd"/>
          </w:p>
        </w:tc>
      </w:tr>
      <w:tr w:rsidR="000B262D" w:rsidRPr="009D2C37" w14:paraId="6CD84A30" w14:textId="77777777" w:rsidTr="00E70B40">
        <w:tc>
          <w:tcPr>
            <w:tcW w:w="1418" w:type="dxa"/>
          </w:tcPr>
          <w:p w14:paraId="26DC5016" w14:textId="07561165" w:rsidR="000B262D" w:rsidRPr="009D2C37" w:rsidRDefault="00561DFA" w:rsidP="009D0D06">
            <w:pPr>
              <w:pStyle w:val="StandardWeb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477467">
              <w:rPr>
                <w:rFonts w:ascii="Arial" w:hAnsi="Arial" w:cs="Arial"/>
                <w:sz w:val="20"/>
                <w:szCs w:val="20"/>
                <w:lang w:val="en-US"/>
              </w:rPr>
              <w:t>29548995</w:t>
            </w:r>
          </w:p>
        </w:tc>
        <w:tc>
          <w:tcPr>
            <w:tcW w:w="6332" w:type="dxa"/>
            <w:vAlign w:val="center"/>
          </w:tcPr>
          <w:p w14:paraId="6CF91FF3" w14:textId="6435C5CC" w:rsidR="000B262D" w:rsidRPr="009D2C37" w:rsidRDefault="00561DFA" w:rsidP="009D0D06">
            <w:pPr>
              <w:pStyle w:val="StandardWeb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Retarder Pressure Sensor</w:t>
            </w:r>
          </w:p>
        </w:tc>
        <w:tc>
          <w:tcPr>
            <w:tcW w:w="1275" w:type="dxa"/>
            <w:vAlign w:val="center"/>
          </w:tcPr>
          <w:p w14:paraId="2C4BA3D1" w14:textId="7DF214B2" w:rsidR="000B262D" w:rsidRPr="009D2C37" w:rsidRDefault="00561DFA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0B262D" w:rsidRPr="009D2C37" w14:paraId="05B2AF78" w14:textId="77777777" w:rsidTr="00E70B40">
        <w:tc>
          <w:tcPr>
            <w:tcW w:w="1418" w:type="dxa"/>
          </w:tcPr>
          <w:p w14:paraId="40A2F54B" w14:textId="77777777" w:rsidR="000B262D" w:rsidRPr="009D2C37" w:rsidRDefault="000B262D" w:rsidP="009D0D06">
            <w:pPr>
              <w:pStyle w:val="StandardWeb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46A920C7" w14:textId="73E210DD" w:rsidR="000B262D" w:rsidRPr="009D2C37" w:rsidRDefault="000B262D" w:rsidP="009D0D06">
            <w:pPr>
              <w:pStyle w:val="StandardWeb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615B46A9" w14:textId="6ED81D1F" w:rsidR="000B262D" w:rsidRPr="009D2C37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46BD5476" w14:textId="77777777" w:rsidTr="00E70B40">
        <w:tc>
          <w:tcPr>
            <w:tcW w:w="1418" w:type="dxa"/>
          </w:tcPr>
          <w:p w14:paraId="33023B8D" w14:textId="77777777" w:rsidR="000B262D" w:rsidRPr="009D2C37" w:rsidRDefault="000B262D" w:rsidP="009D0D06">
            <w:pPr>
              <w:pStyle w:val="StandardWeb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77B36976" w14:textId="77777777" w:rsidR="000B262D" w:rsidRPr="009D2C37" w:rsidRDefault="000B262D" w:rsidP="009D0D06">
            <w:pPr>
              <w:pStyle w:val="StandardWeb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38E1BA85" w14:textId="77777777" w:rsidR="000B262D" w:rsidRPr="009D2C37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31711150" w14:textId="77777777" w:rsidTr="00E70B40">
        <w:tc>
          <w:tcPr>
            <w:tcW w:w="1418" w:type="dxa"/>
          </w:tcPr>
          <w:p w14:paraId="685E0C08" w14:textId="77777777" w:rsidR="000B262D" w:rsidRPr="009D2C37" w:rsidRDefault="000B262D" w:rsidP="009D0D06">
            <w:pPr>
              <w:pStyle w:val="StandardWeb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7B006E96" w14:textId="77777777" w:rsidR="000B262D" w:rsidRPr="009D2C37" w:rsidRDefault="000B262D" w:rsidP="009D0D06">
            <w:pPr>
              <w:pStyle w:val="StandardWeb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5A9F6EF8" w14:textId="77777777" w:rsidR="000B262D" w:rsidRPr="009D2C37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011D657E" w14:textId="77777777" w:rsidTr="00E70B40">
        <w:tc>
          <w:tcPr>
            <w:tcW w:w="1418" w:type="dxa"/>
          </w:tcPr>
          <w:p w14:paraId="3D00106D" w14:textId="77777777" w:rsidR="000B262D" w:rsidRPr="009D2C37" w:rsidRDefault="000B262D" w:rsidP="009D0D06">
            <w:pPr>
              <w:pStyle w:val="StandardWeb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4682E85C" w14:textId="77777777" w:rsidR="000B262D" w:rsidRPr="009D2C37" w:rsidRDefault="000B262D" w:rsidP="009D0D06">
            <w:pPr>
              <w:pStyle w:val="StandardWeb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2718E532" w14:textId="77777777" w:rsidR="000B262D" w:rsidRPr="009D2C37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601996D2" w14:textId="77777777" w:rsidTr="00E70B40">
        <w:tc>
          <w:tcPr>
            <w:tcW w:w="1418" w:type="dxa"/>
          </w:tcPr>
          <w:p w14:paraId="5FCB3A55" w14:textId="77777777" w:rsidR="000B262D" w:rsidRPr="009D2C37" w:rsidRDefault="000B262D" w:rsidP="009D0D06">
            <w:pPr>
              <w:pStyle w:val="indent1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1289CB7D" w14:textId="77777777" w:rsidR="000B262D" w:rsidRPr="009D2C37" w:rsidRDefault="000B262D" w:rsidP="009D0D06">
            <w:pPr>
              <w:pStyle w:val="StandardWeb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4B503BF9" w14:textId="77777777" w:rsidR="000B262D" w:rsidRPr="009D2C37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50BBEE8C" w14:textId="77777777" w:rsidR="004E7849" w:rsidRPr="009D2C37" w:rsidRDefault="004E7849" w:rsidP="004A02EC">
      <w:pPr>
        <w:rPr>
          <w:sz w:val="20"/>
          <w:szCs w:val="20"/>
          <w:lang w:val="en-US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4725"/>
        <w:gridCol w:w="1265"/>
        <w:gridCol w:w="983"/>
        <w:gridCol w:w="849"/>
      </w:tblGrid>
      <w:tr w:rsidR="008C5B3D" w:rsidRPr="009D2C37" w14:paraId="4755CA0C" w14:textId="77777777" w:rsidTr="00E70B40">
        <w:tc>
          <w:tcPr>
            <w:tcW w:w="1414" w:type="dxa"/>
            <w:shd w:val="clear" w:color="auto" w:fill="auto"/>
          </w:tcPr>
          <w:p w14:paraId="54BB5F27" w14:textId="0E6F943F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 item type</w:t>
            </w:r>
          </w:p>
        </w:tc>
        <w:tc>
          <w:tcPr>
            <w:tcW w:w="4725" w:type="dxa"/>
            <w:shd w:val="clear" w:color="auto" w:fill="auto"/>
          </w:tcPr>
          <w:p w14:paraId="333E4365" w14:textId="5B5A809B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 item Description</w:t>
            </w:r>
          </w:p>
        </w:tc>
        <w:tc>
          <w:tcPr>
            <w:tcW w:w="1265" w:type="dxa"/>
            <w:shd w:val="clear" w:color="auto" w:fill="auto"/>
          </w:tcPr>
          <w:p w14:paraId="76AC4691" w14:textId="5DF3591F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Gross (incl. VAT)</w:t>
            </w:r>
          </w:p>
        </w:tc>
        <w:tc>
          <w:tcPr>
            <w:tcW w:w="983" w:type="dxa"/>
            <w:shd w:val="clear" w:color="auto" w:fill="auto"/>
          </w:tcPr>
          <w:p w14:paraId="4A1C1074" w14:textId="4EF4EB5E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VAT</w:t>
            </w:r>
          </w:p>
        </w:tc>
        <w:tc>
          <w:tcPr>
            <w:tcW w:w="849" w:type="dxa"/>
            <w:shd w:val="clear" w:color="auto" w:fill="auto"/>
          </w:tcPr>
          <w:p w14:paraId="31AFFBA5" w14:textId="2C9006CD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</w:t>
            </w:r>
          </w:p>
        </w:tc>
      </w:tr>
      <w:tr w:rsidR="002F428E" w:rsidRPr="009D2C37" w14:paraId="063A5CC3" w14:textId="77777777" w:rsidTr="00E70B40">
        <w:tc>
          <w:tcPr>
            <w:tcW w:w="1414" w:type="dxa"/>
            <w:shd w:val="clear" w:color="auto" w:fill="auto"/>
          </w:tcPr>
          <w:p w14:paraId="413517C9" w14:textId="64085F23" w:rsidR="002F428E" w:rsidRPr="009D2C37" w:rsidRDefault="002F428E" w:rsidP="002F428E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-X-</w:t>
            </w:r>
          </w:p>
        </w:tc>
        <w:tc>
          <w:tcPr>
            <w:tcW w:w="4725" w:type="dxa"/>
            <w:shd w:val="clear" w:color="auto" w:fill="auto"/>
          </w:tcPr>
          <w:p w14:paraId="2CDE434D" w14:textId="3036B4BB" w:rsidR="002F428E" w:rsidRPr="002F428E" w:rsidRDefault="002F428E" w:rsidP="002F428E">
            <w:pPr>
              <w:rPr>
                <w:sz w:val="20"/>
                <w:szCs w:val="20"/>
                <w:lang w:val="en-US"/>
              </w:rPr>
            </w:pPr>
            <w:r w:rsidRPr="0036725D">
              <w:rPr>
                <w:rFonts w:ascii="Arial" w:hAnsi="Arial" w:cs="Arial"/>
                <w:sz w:val="20"/>
                <w:szCs w:val="20"/>
                <w:lang w:val="en-US"/>
              </w:rPr>
              <w:t>12% Uzbekistan VAT on net to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tal amount</w:t>
            </w:r>
          </w:p>
        </w:tc>
        <w:tc>
          <w:tcPr>
            <w:tcW w:w="1265" w:type="dxa"/>
            <w:shd w:val="clear" w:color="auto" w:fill="auto"/>
          </w:tcPr>
          <w:p w14:paraId="65C8AD2C" w14:textId="77777777" w:rsidR="002F428E" w:rsidRPr="002F428E" w:rsidRDefault="002F428E" w:rsidP="002F428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83" w:type="dxa"/>
            <w:shd w:val="clear" w:color="auto" w:fill="auto"/>
          </w:tcPr>
          <w:p w14:paraId="5EA866C5" w14:textId="77777777" w:rsidR="002F428E" w:rsidRPr="002F428E" w:rsidRDefault="002F428E" w:rsidP="002F428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</w:tcPr>
          <w:p w14:paraId="7D7B8215" w14:textId="3DC03CCE" w:rsidR="002F428E" w:rsidRPr="009D2C37" w:rsidRDefault="002F428E" w:rsidP="002F428E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66,23</w:t>
            </w:r>
          </w:p>
        </w:tc>
      </w:tr>
      <w:tr w:rsidR="002F428E" w:rsidRPr="009D2C37" w14:paraId="15863388" w14:textId="77777777" w:rsidTr="00E70B40">
        <w:tc>
          <w:tcPr>
            <w:tcW w:w="1414" w:type="dxa"/>
            <w:shd w:val="clear" w:color="auto" w:fill="auto"/>
          </w:tcPr>
          <w:p w14:paraId="08056582" w14:textId="77777777" w:rsidR="002F428E" w:rsidRPr="009D2C37" w:rsidRDefault="002F428E" w:rsidP="002F428E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5213D656" w14:textId="77777777" w:rsidR="002F428E" w:rsidRPr="009D2C37" w:rsidRDefault="002F428E" w:rsidP="002F428E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5E127E3A" w14:textId="77777777" w:rsidR="002F428E" w:rsidRPr="009D2C37" w:rsidRDefault="002F428E" w:rsidP="002F428E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068160DF" w14:textId="77777777" w:rsidR="002F428E" w:rsidRPr="009D2C37" w:rsidRDefault="002F428E" w:rsidP="002F428E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2C6E10C5" w14:textId="77777777" w:rsidR="002F428E" w:rsidRPr="009D2C37" w:rsidRDefault="002F428E" w:rsidP="002F428E">
            <w:pPr>
              <w:rPr>
                <w:sz w:val="20"/>
                <w:szCs w:val="20"/>
              </w:rPr>
            </w:pPr>
          </w:p>
        </w:tc>
      </w:tr>
      <w:tr w:rsidR="002F428E" w:rsidRPr="009D2C37" w14:paraId="3EEF71F9" w14:textId="77777777" w:rsidTr="00E70B40">
        <w:tc>
          <w:tcPr>
            <w:tcW w:w="1414" w:type="dxa"/>
            <w:shd w:val="clear" w:color="auto" w:fill="auto"/>
          </w:tcPr>
          <w:p w14:paraId="58739357" w14:textId="77777777" w:rsidR="002F428E" w:rsidRPr="009D2C37" w:rsidRDefault="002F428E" w:rsidP="002F428E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64E84D84" w14:textId="77777777" w:rsidR="002F428E" w:rsidRPr="009D2C37" w:rsidRDefault="002F428E" w:rsidP="002F428E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3EF2A3C9" w14:textId="77777777" w:rsidR="002F428E" w:rsidRPr="009D2C37" w:rsidRDefault="002F428E" w:rsidP="002F428E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7D821FE5" w14:textId="77777777" w:rsidR="002F428E" w:rsidRPr="009D2C37" w:rsidRDefault="002F428E" w:rsidP="002F428E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040E9825" w14:textId="77777777" w:rsidR="002F428E" w:rsidRPr="009D2C37" w:rsidRDefault="002F428E" w:rsidP="002F428E">
            <w:pPr>
              <w:rPr>
                <w:sz w:val="20"/>
                <w:szCs w:val="20"/>
              </w:rPr>
            </w:pPr>
          </w:p>
        </w:tc>
      </w:tr>
      <w:tr w:rsidR="002F428E" w:rsidRPr="009D2C37" w14:paraId="5F497153" w14:textId="77777777" w:rsidTr="00E70B40">
        <w:tc>
          <w:tcPr>
            <w:tcW w:w="1414" w:type="dxa"/>
            <w:shd w:val="clear" w:color="auto" w:fill="auto"/>
          </w:tcPr>
          <w:p w14:paraId="02F42F95" w14:textId="77777777" w:rsidR="002F428E" w:rsidRPr="009D2C37" w:rsidRDefault="002F428E" w:rsidP="002F428E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6CD21D99" w14:textId="77777777" w:rsidR="002F428E" w:rsidRPr="009D2C37" w:rsidRDefault="002F428E" w:rsidP="002F428E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53C678CF" w14:textId="77777777" w:rsidR="002F428E" w:rsidRPr="009D2C37" w:rsidRDefault="002F428E" w:rsidP="002F428E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00158248" w14:textId="77777777" w:rsidR="002F428E" w:rsidRPr="009D2C37" w:rsidRDefault="002F428E" w:rsidP="002F428E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5433B8E8" w14:textId="77777777" w:rsidR="002F428E" w:rsidRPr="009D2C37" w:rsidRDefault="002F428E" w:rsidP="002F428E">
            <w:pPr>
              <w:rPr>
                <w:sz w:val="20"/>
                <w:szCs w:val="20"/>
              </w:rPr>
            </w:pPr>
          </w:p>
        </w:tc>
      </w:tr>
    </w:tbl>
    <w:p w14:paraId="1F8D6ADA" w14:textId="4F05F35D" w:rsidR="00535C49" w:rsidRDefault="00535C49">
      <w:pPr>
        <w:rPr>
          <w:sz w:val="20"/>
          <w:szCs w:val="20"/>
        </w:rPr>
      </w:pPr>
    </w:p>
    <w:p w14:paraId="32562455" w14:textId="77777777" w:rsidR="00535C49" w:rsidRDefault="00535C49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185"/>
        <w:gridCol w:w="1619"/>
        <w:gridCol w:w="1540"/>
      </w:tblGrid>
      <w:tr w:rsidR="00535C49" w:rsidRPr="00535C49" w14:paraId="376483BE" w14:textId="77777777" w:rsidTr="00695790">
        <w:tc>
          <w:tcPr>
            <w:tcW w:w="9344" w:type="dxa"/>
            <w:gridSpan w:val="3"/>
          </w:tcPr>
          <w:p w14:paraId="2DBC99C9" w14:textId="77777777" w:rsidR="00535C49" w:rsidRPr="00EE0595" w:rsidRDefault="00535C49" w:rsidP="00695790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lastRenderedPageBreak/>
              <w:t>Turn Around Data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(new for 2021)</w:t>
            </w:r>
          </w:p>
        </w:tc>
      </w:tr>
      <w:tr w:rsidR="00535C49" w:rsidRPr="00535C49" w14:paraId="0C85835F" w14:textId="77777777" w:rsidTr="00695790">
        <w:tc>
          <w:tcPr>
            <w:tcW w:w="9344" w:type="dxa"/>
            <w:gridSpan w:val="3"/>
          </w:tcPr>
          <w:p w14:paraId="261EF40E" w14:textId="77777777" w:rsidR="00535C49" w:rsidRPr="00EE0595" w:rsidRDefault="00535C49" w:rsidP="00695790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535C49" w:rsidRPr="00EE0595" w14:paraId="63424DE0" w14:textId="77777777" w:rsidTr="00695790">
        <w:tc>
          <w:tcPr>
            <w:tcW w:w="6185" w:type="dxa"/>
          </w:tcPr>
          <w:p w14:paraId="790D9585" w14:textId="77777777" w:rsidR="00535C49" w:rsidRPr="00EE0595" w:rsidRDefault="00535C49" w:rsidP="0069579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19" w:type="dxa"/>
          </w:tcPr>
          <w:p w14:paraId="192E107F" w14:textId="77777777" w:rsidR="00535C49" w:rsidRPr="00EE0595" w:rsidRDefault="00535C49" w:rsidP="0069579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MM-DD-YYYY</w:t>
            </w:r>
          </w:p>
        </w:tc>
        <w:tc>
          <w:tcPr>
            <w:tcW w:w="1540" w:type="dxa"/>
          </w:tcPr>
          <w:p w14:paraId="173B914F" w14:textId="77777777" w:rsidR="00535C49" w:rsidRPr="00EE0595" w:rsidRDefault="00535C49" w:rsidP="0069579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HH:MM</w:t>
            </w:r>
          </w:p>
        </w:tc>
      </w:tr>
      <w:tr w:rsidR="00535C49" w:rsidRPr="00535C49" w14:paraId="5A15753E" w14:textId="77777777" w:rsidTr="00695790">
        <w:tc>
          <w:tcPr>
            <w:tcW w:w="6185" w:type="dxa"/>
          </w:tcPr>
          <w:p w14:paraId="01B283D6" w14:textId="77777777" w:rsidR="00535C49" w:rsidRPr="00EE0595" w:rsidRDefault="00535C49" w:rsidP="0069579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Repair Order Open Date/Time:</w:t>
            </w:r>
          </w:p>
        </w:tc>
        <w:tc>
          <w:tcPr>
            <w:tcW w:w="1619" w:type="dxa"/>
          </w:tcPr>
          <w:p w14:paraId="38786D14" w14:textId="144BB98C" w:rsidR="00535C49" w:rsidRPr="00EE0595" w:rsidRDefault="00535C49" w:rsidP="0069579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="00552708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-25-2024</w:t>
            </w:r>
          </w:p>
        </w:tc>
        <w:tc>
          <w:tcPr>
            <w:tcW w:w="1540" w:type="dxa"/>
          </w:tcPr>
          <w:p w14:paraId="7EFD64EB" w14:textId="77777777" w:rsidR="00535C49" w:rsidRPr="00EE0595" w:rsidRDefault="00535C49" w:rsidP="0069579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35C49" w:rsidRPr="00535C49" w14:paraId="270502F4" w14:textId="77777777" w:rsidTr="00695790">
        <w:tc>
          <w:tcPr>
            <w:tcW w:w="6185" w:type="dxa"/>
          </w:tcPr>
          <w:p w14:paraId="043FBEB1" w14:textId="77777777" w:rsidR="00535C49" w:rsidRPr="00EE0595" w:rsidRDefault="00535C49" w:rsidP="0069579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Last Labor Applied Date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= date &amp; time the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technician finished the repair on site, or finished repair at workshop respectively.) repair at workshop respectively.)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1619" w:type="dxa"/>
          </w:tcPr>
          <w:p w14:paraId="1C8346BF" w14:textId="73BFED83" w:rsidR="00535C49" w:rsidRPr="00EE0595" w:rsidRDefault="00535C49" w:rsidP="0069579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03-28-2024</w:t>
            </w:r>
          </w:p>
        </w:tc>
        <w:tc>
          <w:tcPr>
            <w:tcW w:w="1540" w:type="dxa"/>
          </w:tcPr>
          <w:p w14:paraId="733DDAEF" w14:textId="77777777" w:rsidR="00535C49" w:rsidRPr="00EE0595" w:rsidRDefault="00535C49" w:rsidP="0069579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35C49" w:rsidRPr="00535C49" w14:paraId="0BFB6174" w14:textId="77777777" w:rsidTr="00695790">
        <w:tc>
          <w:tcPr>
            <w:tcW w:w="6185" w:type="dxa"/>
          </w:tcPr>
          <w:p w14:paraId="064F157F" w14:textId="77777777" w:rsidR="00535C49" w:rsidRPr="00EE0595" w:rsidRDefault="00535C49" w:rsidP="0069579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First Labor Applied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= date &amp; time the </w:t>
            </w:r>
            <w:r w:rsidRPr="00431A4E">
              <w:rPr>
                <w:rFonts w:ascii="Arial" w:hAnsi="Arial" w:cs="Arial"/>
                <w:sz w:val="16"/>
                <w:szCs w:val="16"/>
                <w:lang w:val="en-US"/>
              </w:rPr>
              <w:t>technician started to work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on the vehicle/transmission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</w:p>
        </w:tc>
        <w:tc>
          <w:tcPr>
            <w:tcW w:w="1619" w:type="dxa"/>
          </w:tcPr>
          <w:p w14:paraId="22F86E39" w14:textId="7D5723EF" w:rsidR="00535C49" w:rsidRPr="00EE0595" w:rsidRDefault="00552708" w:rsidP="0069579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03-28-2024</w:t>
            </w:r>
          </w:p>
        </w:tc>
        <w:tc>
          <w:tcPr>
            <w:tcW w:w="1540" w:type="dxa"/>
          </w:tcPr>
          <w:p w14:paraId="2FA94651" w14:textId="77777777" w:rsidR="00535C49" w:rsidRPr="00EE0595" w:rsidRDefault="00535C49" w:rsidP="0069579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35C49" w:rsidRPr="00535C49" w14:paraId="16F107E1" w14:textId="77777777" w:rsidTr="00695790">
        <w:tc>
          <w:tcPr>
            <w:tcW w:w="6185" w:type="dxa"/>
          </w:tcPr>
          <w:p w14:paraId="45D65251" w14:textId="77777777" w:rsidR="00535C49" w:rsidRPr="00EE0595" w:rsidRDefault="00535C49" w:rsidP="0069579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First Part Ordered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= date &amp; time the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first part for this particular job was ordered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>. If all parts were on Your stock, enter the same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date &amp;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 xml:space="preserve"> time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the customer requested service.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1619" w:type="dxa"/>
          </w:tcPr>
          <w:p w14:paraId="4A20C996" w14:textId="2B288D04" w:rsidR="00535C49" w:rsidRPr="00EE0595" w:rsidRDefault="00552708" w:rsidP="0069579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02-25-2024</w:t>
            </w:r>
          </w:p>
        </w:tc>
        <w:tc>
          <w:tcPr>
            <w:tcW w:w="1540" w:type="dxa"/>
          </w:tcPr>
          <w:p w14:paraId="66E2695D" w14:textId="77777777" w:rsidR="00535C49" w:rsidRPr="00EE0595" w:rsidRDefault="00535C49" w:rsidP="0069579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35C49" w:rsidRPr="00535C49" w14:paraId="28C502AD" w14:textId="77777777" w:rsidTr="00695790">
        <w:tc>
          <w:tcPr>
            <w:tcW w:w="6185" w:type="dxa"/>
          </w:tcPr>
          <w:p w14:paraId="37C7F637" w14:textId="77777777" w:rsidR="00535C49" w:rsidRPr="00EE0595" w:rsidRDefault="00535C49" w:rsidP="0069579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Last Part Arrived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= date &amp; time the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last part for this particular job arrived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>. If all parts were on Your stock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 xml:space="preserve"> enter the same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date &amp;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 xml:space="preserve"> time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the customer requested service.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1619" w:type="dxa"/>
          </w:tcPr>
          <w:p w14:paraId="0D3D6DA8" w14:textId="3ED15DA4" w:rsidR="00535C49" w:rsidRPr="00EE0595" w:rsidRDefault="00552708" w:rsidP="0069579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03-27-2024</w:t>
            </w:r>
          </w:p>
        </w:tc>
        <w:tc>
          <w:tcPr>
            <w:tcW w:w="1540" w:type="dxa"/>
          </w:tcPr>
          <w:p w14:paraId="08A47910" w14:textId="77777777" w:rsidR="00535C49" w:rsidRPr="00EE0595" w:rsidRDefault="00535C49" w:rsidP="0069579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35C49" w:rsidRPr="00535C49" w14:paraId="0CD258EC" w14:textId="77777777" w:rsidTr="00695790">
        <w:tc>
          <w:tcPr>
            <w:tcW w:w="6185" w:type="dxa"/>
          </w:tcPr>
          <w:p w14:paraId="2904729A" w14:textId="77777777" w:rsidR="00535C49" w:rsidRPr="00EE0595" w:rsidRDefault="00535C49" w:rsidP="0069579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Repair Order Closed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>= date &amp; time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when all administrative work is finished and 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>t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he repair order file is transferred from Service Manager or Shop Manager to Your Warranty Administration)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1619" w:type="dxa"/>
          </w:tcPr>
          <w:p w14:paraId="2AAD49ED" w14:textId="586CE15E" w:rsidR="00535C49" w:rsidRPr="00EE0595" w:rsidRDefault="00552708" w:rsidP="0069579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06-04-2024</w:t>
            </w:r>
          </w:p>
        </w:tc>
        <w:tc>
          <w:tcPr>
            <w:tcW w:w="1540" w:type="dxa"/>
          </w:tcPr>
          <w:p w14:paraId="54F9C39E" w14:textId="77777777" w:rsidR="00535C49" w:rsidRPr="00EE0595" w:rsidRDefault="00535C49" w:rsidP="0069579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35C49" w:rsidRPr="00A330B1" w14:paraId="0387CE0C" w14:textId="77777777" w:rsidTr="00695790">
        <w:tc>
          <w:tcPr>
            <w:tcW w:w="6185" w:type="dxa"/>
          </w:tcPr>
          <w:p w14:paraId="7CAA0503" w14:textId="77777777" w:rsidR="00535C49" w:rsidRPr="00EE0595" w:rsidRDefault="00535C49" w:rsidP="0069579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Vehicle Arrival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= date &amp; time the technician </w:t>
            </w:r>
            <w:r w:rsidRPr="00EE059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really arrived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on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gramStart"/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>site,</w:t>
            </w:r>
            <w:proofErr w:type="gramEnd"/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 respectively date &amp; time vehicle/ transmission really arrived at Your workshop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</w:p>
        </w:tc>
        <w:tc>
          <w:tcPr>
            <w:tcW w:w="1619" w:type="dxa"/>
          </w:tcPr>
          <w:p w14:paraId="218F3589" w14:textId="691F6E5B" w:rsidR="00535C49" w:rsidRPr="00EE0595" w:rsidRDefault="00552708" w:rsidP="0069579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03-28-2024</w:t>
            </w:r>
          </w:p>
        </w:tc>
        <w:tc>
          <w:tcPr>
            <w:tcW w:w="1540" w:type="dxa"/>
          </w:tcPr>
          <w:p w14:paraId="0E057C8C" w14:textId="77777777" w:rsidR="00535C49" w:rsidRPr="00EE0595" w:rsidRDefault="00535C49" w:rsidP="0069579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35C49" w:rsidRPr="00EE0595" w14:paraId="73194AF4" w14:textId="77777777" w:rsidTr="00695790">
        <w:tc>
          <w:tcPr>
            <w:tcW w:w="6185" w:type="dxa"/>
          </w:tcPr>
          <w:p w14:paraId="0BF844E8" w14:textId="77777777" w:rsidR="00535C49" w:rsidRPr="00EE0595" w:rsidRDefault="00535C49" w:rsidP="0069579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Completed Repair, 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Customer Noti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ce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>= date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&amp; time the customer was informed that the repair of the transmission is finished and the vehicle can be put back in operation. Usually same as date &amp; time labor was last recorded.)</w:t>
            </w:r>
          </w:p>
        </w:tc>
        <w:tc>
          <w:tcPr>
            <w:tcW w:w="1619" w:type="dxa"/>
          </w:tcPr>
          <w:p w14:paraId="4E7821A4" w14:textId="2941046F" w:rsidR="00535C49" w:rsidRPr="00EE0595" w:rsidRDefault="00552708" w:rsidP="0069579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03-28-2024</w:t>
            </w:r>
          </w:p>
        </w:tc>
        <w:tc>
          <w:tcPr>
            <w:tcW w:w="1540" w:type="dxa"/>
          </w:tcPr>
          <w:p w14:paraId="71AF749B" w14:textId="77777777" w:rsidR="00535C49" w:rsidRPr="00EE0595" w:rsidRDefault="00535C49" w:rsidP="0069579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35C49" w:rsidRPr="00EE0595" w14:paraId="59D4A3A2" w14:textId="77777777" w:rsidTr="00695790">
        <w:tc>
          <w:tcPr>
            <w:tcW w:w="6185" w:type="dxa"/>
          </w:tcPr>
          <w:p w14:paraId="2C5D5B2B" w14:textId="77777777" w:rsidR="00535C49" w:rsidRPr="00EE0595" w:rsidRDefault="00535C49" w:rsidP="0069579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1619" w:type="dxa"/>
          </w:tcPr>
          <w:p w14:paraId="147F4316" w14:textId="77777777" w:rsidR="00535C49" w:rsidRPr="00EE0595" w:rsidRDefault="00535C49" w:rsidP="0069579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40" w:type="dxa"/>
          </w:tcPr>
          <w:p w14:paraId="713D5AE3" w14:textId="77777777" w:rsidR="00535C49" w:rsidRPr="00EE0595" w:rsidRDefault="00535C49" w:rsidP="0069579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42263682" w14:textId="77777777" w:rsidR="00FB5498" w:rsidRPr="00E70B40" w:rsidRDefault="00FB5498">
      <w:pPr>
        <w:rPr>
          <w:sz w:val="20"/>
          <w:szCs w:val="20"/>
        </w:rPr>
      </w:pPr>
    </w:p>
    <w:sectPr w:rsidR="00FB5498" w:rsidRPr="00E70B40" w:rsidSect="009D2C37">
      <w:pgSz w:w="11906" w:h="16838"/>
      <w:pgMar w:top="142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A01F2"/>
    <w:multiLevelType w:val="hybridMultilevel"/>
    <w:tmpl w:val="83B40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61088"/>
    <w:multiLevelType w:val="hybridMultilevel"/>
    <w:tmpl w:val="E6B2DBDE"/>
    <w:lvl w:ilvl="0" w:tplc="0407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 w15:restartNumberingAfterBreak="0">
    <w:nsid w:val="022C09E6"/>
    <w:multiLevelType w:val="hybridMultilevel"/>
    <w:tmpl w:val="440608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5A0ACB"/>
    <w:multiLevelType w:val="hybridMultilevel"/>
    <w:tmpl w:val="703623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134D3"/>
    <w:multiLevelType w:val="hybridMultilevel"/>
    <w:tmpl w:val="72E41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D804F4"/>
    <w:multiLevelType w:val="hybridMultilevel"/>
    <w:tmpl w:val="E2F470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A351B6"/>
    <w:multiLevelType w:val="hybridMultilevel"/>
    <w:tmpl w:val="F822D0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D4841"/>
    <w:multiLevelType w:val="hybridMultilevel"/>
    <w:tmpl w:val="4ECC62EE"/>
    <w:lvl w:ilvl="0" w:tplc="1098E1B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3975822">
    <w:abstractNumId w:val="7"/>
  </w:num>
  <w:num w:numId="2" w16cid:durableId="2127194186">
    <w:abstractNumId w:val="2"/>
  </w:num>
  <w:num w:numId="3" w16cid:durableId="1577476075">
    <w:abstractNumId w:val="1"/>
  </w:num>
  <w:num w:numId="4" w16cid:durableId="311061688">
    <w:abstractNumId w:val="0"/>
  </w:num>
  <w:num w:numId="5" w16cid:durableId="1457717953">
    <w:abstractNumId w:val="6"/>
  </w:num>
  <w:num w:numId="6" w16cid:durableId="1669744756">
    <w:abstractNumId w:val="3"/>
  </w:num>
  <w:num w:numId="7" w16cid:durableId="1292436730">
    <w:abstractNumId w:val="5"/>
  </w:num>
  <w:num w:numId="8" w16cid:durableId="19378583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495"/>
    <w:rsid w:val="00001C8E"/>
    <w:rsid w:val="00013636"/>
    <w:rsid w:val="00022609"/>
    <w:rsid w:val="00025A35"/>
    <w:rsid w:val="000330C0"/>
    <w:rsid w:val="00044191"/>
    <w:rsid w:val="00053988"/>
    <w:rsid w:val="00070A1F"/>
    <w:rsid w:val="000806A3"/>
    <w:rsid w:val="000833AB"/>
    <w:rsid w:val="00092609"/>
    <w:rsid w:val="000B262D"/>
    <w:rsid w:val="000F0775"/>
    <w:rsid w:val="001000BA"/>
    <w:rsid w:val="00146F5A"/>
    <w:rsid w:val="00163C95"/>
    <w:rsid w:val="00167A13"/>
    <w:rsid w:val="00175208"/>
    <w:rsid w:val="001B14F0"/>
    <w:rsid w:val="001B1621"/>
    <w:rsid w:val="001F1305"/>
    <w:rsid w:val="00211886"/>
    <w:rsid w:val="002432A5"/>
    <w:rsid w:val="00270979"/>
    <w:rsid w:val="00271D47"/>
    <w:rsid w:val="002F428E"/>
    <w:rsid w:val="00307D13"/>
    <w:rsid w:val="00314DC3"/>
    <w:rsid w:val="00315056"/>
    <w:rsid w:val="00366BC9"/>
    <w:rsid w:val="003713CE"/>
    <w:rsid w:val="00383227"/>
    <w:rsid w:val="00391E69"/>
    <w:rsid w:val="00394FBA"/>
    <w:rsid w:val="003B2495"/>
    <w:rsid w:val="003D79A0"/>
    <w:rsid w:val="003E287E"/>
    <w:rsid w:val="003E73BB"/>
    <w:rsid w:val="00412E81"/>
    <w:rsid w:val="00417466"/>
    <w:rsid w:val="00463133"/>
    <w:rsid w:val="004A02EC"/>
    <w:rsid w:val="004B709E"/>
    <w:rsid w:val="004C0695"/>
    <w:rsid w:val="004C1934"/>
    <w:rsid w:val="004E7124"/>
    <w:rsid w:val="004E7849"/>
    <w:rsid w:val="00507AC2"/>
    <w:rsid w:val="00515D95"/>
    <w:rsid w:val="00535C49"/>
    <w:rsid w:val="00552708"/>
    <w:rsid w:val="00561DFA"/>
    <w:rsid w:val="005967E0"/>
    <w:rsid w:val="005A1FC2"/>
    <w:rsid w:val="005D51B9"/>
    <w:rsid w:val="005D7075"/>
    <w:rsid w:val="0065737B"/>
    <w:rsid w:val="00667A8E"/>
    <w:rsid w:val="0067162E"/>
    <w:rsid w:val="006858CB"/>
    <w:rsid w:val="006A12D3"/>
    <w:rsid w:val="006E07F0"/>
    <w:rsid w:val="00710AD7"/>
    <w:rsid w:val="00715B9A"/>
    <w:rsid w:val="007368B4"/>
    <w:rsid w:val="00744D6A"/>
    <w:rsid w:val="007969C8"/>
    <w:rsid w:val="00812B0C"/>
    <w:rsid w:val="00820586"/>
    <w:rsid w:val="00840351"/>
    <w:rsid w:val="00862AB1"/>
    <w:rsid w:val="00863945"/>
    <w:rsid w:val="008704D7"/>
    <w:rsid w:val="00874BB4"/>
    <w:rsid w:val="00881C44"/>
    <w:rsid w:val="00882037"/>
    <w:rsid w:val="00893F3C"/>
    <w:rsid w:val="008C5B3D"/>
    <w:rsid w:val="008C664A"/>
    <w:rsid w:val="00912D3B"/>
    <w:rsid w:val="009343DA"/>
    <w:rsid w:val="009A23EE"/>
    <w:rsid w:val="009D0D06"/>
    <w:rsid w:val="009D2C37"/>
    <w:rsid w:val="009E40E6"/>
    <w:rsid w:val="00A17456"/>
    <w:rsid w:val="00A367E0"/>
    <w:rsid w:val="00A41C2D"/>
    <w:rsid w:val="00A4750F"/>
    <w:rsid w:val="00A656F9"/>
    <w:rsid w:val="00A83BA2"/>
    <w:rsid w:val="00AB4CC6"/>
    <w:rsid w:val="00AD0041"/>
    <w:rsid w:val="00B07C8B"/>
    <w:rsid w:val="00B25059"/>
    <w:rsid w:val="00B53A39"/>
    <w:rsid w:val="00B72E22"/>
    <w:rsid w:val="00B808E9"/>
    <w:rsid w:val="00B876A2"/>
    <w:rsid w:val="00B926F6"/>
    <w:rsid w:val="00BB153E"/>
    <w:rsid w:val="00BB1F03"/>
    <w:rsid w:val="00BC7920"/>
    <w:rsid w:val="00BF1629"/>
    <w:rsid w:val="00C24A32"/>
    <w:rsid w:val="00C27E56"/>
    <w:rsid w:val="00C34F0A"/>
    <w:rsid w:val="00C474D4"/>
    <w:rsid w:val="00C8385E"/>
    <w:rsid w:val="00C86384"/>
    <w:rsid w:val="00C95FAD"/>
    <w:rsid w:val="00CA08F7"/>
    <w:rsid w:val="00CB3D80"/>
    <w:rsid w:val="00CB761F"/>
    <w:rsid w:val="00CD2989"/>
    <w:rsid w:val="00CF0C2E"/>
    <w:rsid w:val="00CF1EF4"/>
    <w:rsid w:val="00D03E7A"/>
    <w:rsid w:val="00D16A86"/>
    <w:rsid w:val="00D5751E"/>
    <w:rsid w:val="00D60371"/>
    <w:rsid w:val="00DB257A"/>
    <w:rsid w:val="00DD4416"/>
    <w:rsid w:val="00DE46D0"/>
    <w:rsid w:val="00E026CB"/>
    <w:rsid w:val="00E2222D"/>
    <w:rsid w:val="00E34B7D"/>
    <w:rsid w:val="00E5226F"/>
    <w:rsid w:val="00E70B40"/>
    <w:rsid w:val="00E76CBD"/>
    <w:rsid w:val="00E954EA"/>
    <w:rsid w:val="00EA3FBB"/>
    <w:rsid w:val="00EA5905"/>
    <w:rsid w:val="00ED1C05"/>
    <w:rsid w:val="00ED6860"/>
    <w:rsid w:val="00F72AFE"/>
    <w:rsid w:val="00FA1E1F"/>
    <w:rsid w:val="00FB5498"/>
    <w:rsid w:val="00FC0A78"/>
    <w:rsid w:val="00FD034D"/>
    <w:rsid w:val="00FE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|"/>
  <w14:docId w14:val="4BF776EC"/>
  <w15:docId w15:val="{413E90E3-727A-4BBD-A44E-108E12E6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eastAsia="ru-RU"/>
    </w:rPr>
  </w:style>
  <w:style w:type="paragraph" w:styleId="berschrift1">
    <w:name w:val="heading 1"/>
    <w:basedOn w:val="Standard"/>
    <w:next w:val="Standard"/>
    <w:link w:val="berschrift1Zchn"/>
    <w:qFormat/>
    <w:rsid w:val="00271D47"/>
    <w:pPr>
      <w:keepNext/>
      <w:autoSpaceDE w:val="0"/>
      <w:autoSpaceDN w:val="0"/>
      <w:adjustRightInd w:val="0"/>
      <w:outlineLvl w:val="0"/>
    </w:pPr>
    <w:rPr>
      <w:rFonts w:ascii="Arial" w:hAnsi="Arial"/>
      <w:b/>
      <w:color w:val="1B1C20"/>
      <w:sz w:val="20"/>
      <w:szCs w:val="28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5D7075"/>
    <w:rPr>
      <w:color w:val="0000FF"/>
      <w:u w:val="single"/>
    </w:rPr>
  </w:style>
  <w:style w:type="paragraph" w:customStyle="1" w:styleId="TabellenInhalt">
    <w:name w:val="Tabellen Inhalt"/>
    <w:basedOn w:val="Textkrper"/>
    <w:rsid w:val="005D7075"/>
    <w:pPr>
      <w:widowControl w:val="0"/>
      <w:suppressLineNumbers/>
      <w:suppressAutoHyphens/>
    </w:pPr>
    <w:rPr>
      <w:rFonts w:eastAsia="Lucida Sans Unicode"/>
    </w:rPr>
  </w:style>
  <w:style w:type="paragraph" w:styleId="Textkrper">
    <w:name w:val="Body Text"/>
    <w:basedOn w:val="Standard"/>
    <w:rsid w:val="005D7075"/>
    <w:pPr>
      <w:spacing w:after="120"/>
    </w:pPr>
  </w:style>
  <w:style w:type="character" w:customStyle="1" w:styleId="berschrift1Zchn">
    <w:name w:val="Überschrift 1 Zchn"/>
    <w:link w:val="berschrift1"/>
    <w:rsid w:val="00271D47"/>
    <w:rPr>
      <w:rFonts w:ascii="Arial" w:hAnsi="Arial"/>
      <w:b/>
      <w:color w:val="1B1C20"/>
      <w:szCs w:val="28"/>
      <w:lang w:val="en-GB"/>
    </w:rPr>
  </w:style>
  <w:style w:type="paragraph" w:customStyle="1" w:styleId="Default">
    <w:name w:val="Default"/>
    <w:rsid w:val="00271D47"/>
    <w:pPr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FB5498"/>
    <w:pPr>
      <w:ind w:left="708"/>
    </w:pPr>
  </w:style>
  <w:style w:type="paragraph" w:styleId="Sprechblasentext">
    <w:name w:val="Balloon Text"/>
    <w:basedOn w:val="Standard"/>
    <w:link w:val="SprechblasentextZchn"/>
    <w:rsid w:val="00DB25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B257A"/>
    <w:rPr>
      <w:rFonts w:ascii="Tahoma" w:hAnsi="Tahoma" w:cs="Tahoma"/>
      <w:sz w:val="16"/>
      <w:szCs w:val="16"/>
      <w:lang w:val="ru-RU" w:eastAsia="ru-RU"/>
    </w:rPr>
  </w:style>
  <w:style w:type="paragraph" w:styleId="StandardWeb">
    <w:name w:val="Normal (Web)"/>
    <w:basedOn w:val="Standard"/>
    <w:rsid w:val="004E7849"/>
    <w:pPr>
      <w:spacing w:before="100" w:beforeAutospacing="1" w:after="100" w:afterAutospacing="1"/>
    </w:pPr>
  </w:style>
  <w:style w:type="paragraph" w:customStyle="1" w:styleId="indent1">
    <w:name w:val="indent1"/>
    <w:basedOn w:val="Standard"/>
    <w:rsid w:val="004E7849"/>
    <w:pPr>
      <w:spacing w:before="100" w:beforeAutospacing="1" w:after="100" w:afterAutospacing="1"/>
    </w:pPr>
  </w:style>
  <w:style w:type="paragraph" w:styleId="KeinLeerraum">
    <w:name w:val="No Spacing"/>
    <w:uiPriority w:val="1"/>
    <w:qFormat/>
    <w:rsid w:val="009D2C37"/>
    <w:rPr>
      <w:sz w:val="24"/>
      <w:szCs w:val="24"/>
      <w:lang w:eastAsia="ru-RU"/>
    </w:rPr>
  </w:style>
  <w:style w:type="table" w:styleId="Tabellenraster">
    <w:name w:val="Table Grid"/>
    <w:basedOn w:val="NormaleTabelle"/>
    <w:rsid w:val="00535C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8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erter@dgs-mainz.com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yangweih@yutong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Oerter_20180305\PRODUCT%20SUPPORT\DGS\B&#252;roorga\Berichte\Vorlagen\Service%20Report%20DGS%20RO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B1E9-BA71-46D0-9A00-54AD2E128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Report DGS ROe.dotx</Template>
  <TotalTime>0</TotalTime>
  <Pages>3</Pages>
  <Words>587</Words>
  <Characters>3699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Complaint:</vt:lpstr>
      <vt:lpstr>Complaint:</vt:lpstr>
    </vt:vector>
  </TitlesOfParts>
  <Company>505.ru</Company>
  <LinksUpToDate>false</LinksUpToDate>
  <CharactersWithSpaces>4278</CharactersWithSpaces>
  <SharedDoc>false</SharedDoc>
  <HLinks>
    <vt:vector size="12" baseType="variant">
      <vt:variant>
        <vt:i4>44</vt:i4>
      </vt:variant>
      <vt:variant>
        <vt:i4>3</vt:i4>
      </vt:variant>
      <vt:variant>
        <vt:i4>0</vt:i4>
      </vt:variant>
      <vt:variant>
        <vt:i4>5</vt:i4>
      </vt:variant>
      <vt:variant>
        <vt:lpwstr>mailto:belaz@bel.biz</vt:lpwstr>
      </vt:variant>
      <vt:variant>
        <vt:lpwstr/>
      </vt:variant>
      <vt:variant>
        <vt:i4>1310838</vt:i4>
      </vt:variant>
      <vt:variant>
        <vt:i4>0</vt:i4>
      </vt:variant>
      <vt:variant>
        <vt:i4>0</vt:i4>
      </vt:variant>
      <vt:variant>
        <vt:i4>5</vt:i4>
      </vt:variant>
      <vt:variant>
        <vt:lpwstr>mailto:roerter@dgs-mainz.com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Complaint:</dc:title>
  <dc:creator>Rolf Oerter</dc:creator>
  <cp:lastModifiedBy>Rolf Oerter</cp:lastModifiedBy>
  <cp:revision>5</cp:revision>
  <dcterms:created xsi:type="dcterms:W3CDTF">2024-06-20T17:59:00Z</dcterms:created>
  <dcterms:modified xsi:type="dcterms:W3CDTF">2024-06-20T18:36:00Z</dcterms:modified>
</cp:coreProperties>
</file>